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10903F" w14:textId="50D4F1F4" w:rsidR="00463F67" w:rsidRDefault="003A405E" w:rsidP="00463F67">
      <w:pPr>
        <w:pStyle w:val="Title"/>
        <w:rPr>
          <w:kern w:val="32"/>
          <w:szCs w:val="24"/>
        </w:rPr>
      </w:pPr>
      <w:sdt>
        <w:sdtPr>
          <w:rPr>
            <w:kern w:val="32"/>
            <w:szCs w:val="24"/>
          </w:rPr>
          <w:alias w:val="Title"/>
          <w:tag w:val=""/>
          <w:id w:val="1062761741"/>
          <w:placeholder>
            <w:docPart w:val="810D9DBF5E4C4407BD58658BCC2D393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47481F" w:rsidRPr="0047481F">
            <w:rPr>
              <w:kern w:val="32"/>
              <w:szCs w:val="24"/>
            </w:rPr>
            <w:t>Form A07 Operational flight planning form</w:t>
          </w:r>
        </w:sdtContent>
      </w:sdt>
    </w:p>
    <w:p w14:paraId="1B407617" w14:textId="77777777" w:rsidR="0081583C" w:rsidRPr="002F6F85" w:rsidRDefault="0081583C" w:rsidP="0081583C">
      <w:pPr>
        <w:pStyle w:val="Heading4"/>
        <w:rPr>
          <w:rStyle w:val="bold"/>
        </w:rPr>
      </w:pPr>
      <w:r w:rsidRPr="002F6F85">
        <w:rPr>
          <w:rStyle w:val="bold"/>
        </w:rPr>
        <w:t>Details</w:t>
      </w:r>
    </w:p>
    <w:tbl>
      <w:tblPr>
        <w:tblStyle w:val="TableGridLight"/>
        <w:tblW w:w="9634" w:type="dxa"/>
        <w:tblLook w:val="04A0" w:firstRow="1" w:lastRow="0" w:firstColumn="1" w:lastColumn="0" w:noHBand="0" w:noVBand="1"/>
      </w:tblPr>
      <w:tblGrid>
        <w:gridCol w:w="2547"/>
        <w:gridCol w:w="2551"/>
        <w:gridCol w:w="1701"/>
        <w:gridCol w:w="2835"/>
      </w:tblGrid>
      <w:tr w:rsidR="0081583C" w:rsidRPr="00102F1E" w14:paraId="45589500" w14:textId="77777777" w:rsidTr="00EF3B8A">
        <w:trPr>
          <w:trHeight w:val="580"/>
        </w:trPr>
        <w:tc>
          <w:tcPr>
            <w:tcW w:w="2547" w:type="dxa"/>
          </w:tcPr>
          <w:p w14:paraId="12FF0FE6" w14:textId="1F3FF7EF" w:rsidR="0081583C" w:rsidRPr="00102F1E" w:rsidRDefault="0081583C" w:rsidP="00EF74FC">
            <w:pPr>
              <w:rPr>
                <w:rStyle w:val="bold"/>
              </w:rPr>
            </w:pPr>
            <w:r w:rsidRPr="00A17955">
              <w:rPr>
                <w:rStyle w:val="bold"/>
              </w:rPr>
              <w:t>Aircraft registration and flight number (if any):</w:t>
            </w:r>
          </w:p>
        </w:tc>
        <w:tc>
          <w:tcPr>
            <w:tcW w:w="2551" w:type="dxa"/>
          </w:tcPr>
          <w:p w14:paraId="5E119F3A" w14:textId="77777777" w:rsidR="0081583C" w:rsidRPr="00102F1E" w:rsidRDefault="0081583C" w:rsidP="00EF74FC"/>
        </w:tc>
        <w:tc>
          <w:tcPr>
            <w:tcW w:w="1701" w:type="dxa"/>
            <w:tcBorders>
              <w:bottom w:val="single" w:sz="4" w:space="0" w:color="BFBFBF" w:themeColor="background1" w:themeShade="BF"/>
            </w:tcBorders>
          </w:tcPr>
          <w:p w14:paraId="65166882" w14:textId="23AC2E07" w:rsidR="0081583C" w:rsidRPr="00102F1E" w:rsidRDefault="0081583C" w:rsidP="00EF74FC">
            <w:pPr>
              <w:rPr>
                <w:rStyle w:val="bold"/>
              </w:rPr>
            </w:pPr>
            <w:r w:rsidRPr="00A17955">
              <w:rPr>
                <w:rStyle w:val="bold"/>
              </w:rPr>
              <w:t>Flight date</w:t>
            </w:r>
            <w:r w:rsidRPr="00102F1E">
              <w:rPr>
                <w:rStyle w:val="bold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BFBFBF" w:themeColor="background1" w:themeShade="BF"/>
            </w:tcBorders>
          </w:tcPr>
          <w:p w14:paraId="27B42768" w14:textId="77777777" w:rsidR="0081583C" w:rsidRPr="00102F1E" w:rsidRDefault="0081583C" w:rsidP="00EF74FC"/>
        </w:tc>
      </w:tr>
      <w:tr w:rsidR="0081583C" w:rsidRPr="00102F1E" w14:paraId="3F991801" w14:textId="77777777" w:rsidTr="00EF3B8A">
        <w:trPr>
          <w:trHeight w:val="580"/>
        </w:trPr>
        <w:tc>
          <w:tcPr>
            <w:tcW w:w="2547" w:type="dxa"/>
          </w:tcPr>
          <w:p w14:paraId="72590121" w14:textId="1EC82EAC" w:rsidR="0081583C" w:rsidRDefault="0081583C" w:rsidP="00EF74FC">
            <w:pPr>
              <w:rPr>
                <w:rStyle w:val="bold"/>
              </w:rPr>
            </w:pPr>
            <w:r w:rsidRPr="00A17955">
              <w:rPr>
                <w:rStyle w:val="bold"/>
              </w:rPr>
              <w:t>Departure:</w:t>
            </w:r>
          </w:p>
        </w:tc>
        <w:tc>
          <w:tcPr>
            <w:tcW w:w="2551" w:type="dxa"/>
          </w:tcPr>
          <w:p w14:paraId="5B8D50EA" w14:textId="3BCC1B11" w:rsidR="0081583C" w:rsidRPr="00102F1E" w:rsidRDefault="0081583C" w:rsidP="00EF74FC"/>
        </w:tc>
        <w:tc>
          <w:tcPr>
            <w:tcW w:w="1701" w:type="dxa"/>
            <w:tcBorders>
              <w:bottom w:val="single" w:sz="4" w:space="0" w:color="BFBFBF" w:themeColor="background1" w:themeShade="BF"/>
            </w:tcBorders>
          </w:tcPr>
          <w:p w14:paraId="5765F9A6" w14:textId="59AB66E6" w:rsidR="0081583C" w:rsidRPr="00102F1E" w:rsidRDefault="0081583C" w:rsidP="00EF74FC">
            <w:pPr>
              <w:rPr>
                <w:rStyle w:val="bold"/>
              </w:rPr>
            </w:pPr>
            <w:r>
              <w:rPr>
                <w:rStyle w:val="bold"/>
              </w:rPr>
              <w:t>Destination:</w:t>
            </w:r>
          </w:p>
        </w:tc>
        <w:tc>
          <w:tcPr>
            <w:tcW w:w="2835" w:type="dxa"/>
            <w:tcBorders>
              <w:bottom w:val="single" w:sz="4" w:space="0" w:color="BFBFBF" w:themeColor="background1" w:themeShade="BF"/>
            </w:tcBorders>
          </w:tcPr>
          <w:p w14:paraId="7E272A92" w14:textId="3C76A702" w:rsidR="0081583C" w:rsidRPr="00102F1E" w:rsidRDefault="0081583C" w:rsidP="00EF74FC"/>
        </w:tc>
      </w:tr>
      <w:tr w:rsidR="0081583C" w:rsidRPr="00102F1E" w14:paraId="00DCC0CF" w14:textId="77777777" w:rsidTr="00EF3B8A">
        <w:trPr>
          <w:trHeight w:val="580"/>
        </w:trPr>
        <w:tc>
          <w:tcPr>
            <w:tcW w:w="2547" w:type="dxa"/>
          </w:tcPr>
          <w:p w14:paraId="6F3AA6AB" w14:textId="557E7C89" w:rsidR="0081583C" w:rsidRPr="00AB3C89" w:rsidRDefault="0081583C" w:rsidP="00EF74FC">
            <w:pPr>
              <w:rPr>
                <w:rStyle w:val="bold"/>
              </w:rPr>
            </w:pPr>
            <w:r w:rsidRPr="00A17955">
              <w:rPr>
                <w:rStyle w:val="bold"/>
              </w:rPr>
              <w:t>Flight Rules (IFR / VFR)</w:t>
            </w:r>
            <w:r w:rsidRPr="00AB3C89">
              <w:rPr>
                <w:rStyle w:val="bold"/>
              </w:rPr>
              <w:t>:</w:t>
            </w:r>
          </w:p>
        </w:tc>
        <w:tc>
          <w:tcPr>
            <w:tcW w:w="2551" w:type="dxa"/>
          </w:tcPr>
          <w:p w14:paraId="3818D2D3" w14:textId="77777777" w:rsidR="0081583C" w:rsidRDefault="0081583C" w:rsidP="00EF74FC"/>
        </w:tc>
        <w:tc>
          <w:tcPr>
            <w:tcW w:w="1701" w:type="dxa"/>
          </w:tcPr>
          <w:p w14:paraId="2B5CC74A" w14:textId="707C75FF" w:rsidR="0081583C" w:rsidRPr="00AB3C89" w:rsidRDefault="0081583C" w:rsidP="00EF74FC">
            <w:pPr>
              <w:rPr>
                <w:rStyle w:val="bold"/>
              </w:rPr>
            </w:pPr>
          </w:p>
        </w:tc>
        <w:tc>
          <w:tcPr>
            <w:tcW w:w="2835" w:type="dxa"/>
          </w:tcPr>
          <w:p w14:paraId="2156252C" w14:textId="77777777" w:rsidR="0081583C" w:rsidRDefault="0081583C" w:rsidP="00EF74FC"/>
        </w:tc>
      </w:tr>
      <w:tr w:rsidR="0081583C" w:rsidRPr="00102F1E" w14:paraId="6408E8F7" w14:textId="77777777" w:rsidTr="00EF3B8A">
        <w:trPr>
          <w:trHeight w:val="580"/>
        </w:trPr>
        <w:tc>
          <w:tcPr>
            <w:tcW w:w="2547" w:type="dxa"/>
          </w:tcPr>
          <w:p w14:paraId="1EB04E3F" w14:textId="5D5DDD89" w:rsidR="0081583C" w:rsidRPr="00A17955" w:rsidRDefault="0081583C" w:rsidP="00EF74FC">
            <w:pPr>
              <w:rPr>
                <w:rStyle w:val="bold"/>
              </w:rPr>
            </w:pPr>
            <w:r w:rsidRPr="00A17955">
              <w:rPr>
                <w:rStyle w:val="bold"/>
              </w:rPr>
              <w:t xml:space="preserve">Fuel Amount IAW section </w:t>
            </w:r>
            <w:hyperlink w:anchor="_Fuel_policy" w:history="1">
              <w:r w:rsidRPr="002C5F76">
                <w:rPr>
                  <w:rStyle w:val="Hyperlink"/>
                </w:rPr>
                <w:t>Fuel Policy</w:t>
              </w:r>
            </w:hyperlink>
            <w:r w:rsidRPr="0081583C">
              <w:rPr>
                <w:rStyle w:val="bold"/>
              </w:rPr>
              <w:t>:</w:t>
            </w:r>
          </w:p>
        </w:tc>
        <w:tc>
          <w:tcPr>
            <w:tcW w:w="2551" w:type="dxa"/>
          </w:tcPr>
          <w:p w14:paraId="6CB68CB8" w14:textId="77777777" w:rsidR="0081583C" w:rsidRDefault="0081583C" w:rsidP="00EF74FC"/>
        </w:tc>
        <w:tc>
          <w:tcPr>
            <w:tcW w:w="1701" w:type="dxa"/>
            <w:tcBorders>
              <w:bottom w:val="single" w:sz="4" w:space="0" w:color="BFBFBF" w:themeColor="background1" w:themeShade="BF"/>
            </w:tcBorders>
          </w:tcPr>
          <w:p w14:paraId="324153C6" w14:textId="4D1E84C9" w:rsidR="0081583C" w:rsidRPr="00AB3C89" w:rsidRDefault="0081583C" w:rsidP="00EF74FC">
            <w:pPr>
              <w:rPr>
                <w:rStyle w:val="bold"/>
              </w:rPr>
            </w:pPr>
            <w:r w:rsidRPr="00A17955">
              <w:rPr>
                <w:rStyle w:val="bold"/>
              </w:rPr>
              <w:t>Fuel on board:</w:t>
            </w:r>
          </w:p>
        </w:tc>
        <w:tc>
          <w:tcPr>
            <w:tcW w:w="2835" w:type="dxa"/>
            <w:tcBorders>
              <w:bottom w:val="single" w:sz="4" w:space="0" w:color="BFBFBF" w:themeColor="background1" w:themeShade="BF"/>
            </w:tcBorders>
          </w:tcPr>
          <w:p w14:paraId="0F37A02F" w14:textId="77777777" w:rsidR="0081583C" w:rsidRDefault="0081583C" w:rsidP="00EF74FC"/>
        </w:tc>
      </w:tr>
    </w:tbl>
    <w:p w14:paraId="666CFD70" w14:textId="77777777" w:rsidR="009D44E7" w:rsidRDefault="009D44E7"/>
    <w:tbl>
      <w:tblPr>
        <w:tblStyle w:val="SD-MOStable"/>
        <w:tblW w:w="9634" w:type="dxa"/>
        <w:tblLook w:val="0620" w:firstRow="1" w:lastRow="0" w:firstColumn="0" w:lastColumn="0" w:noHBand="1" w:noVBand="1"/>
      </w:tblPr>
      <w:tblGrid>
        <w:gridCol w:w="2830"/>
        <w:gridCol w:w="1237"/>
        <w:gridCol w:w="1237"/>
        <w:gridCol w:w="1238"/>
        <w:gridCol w:w="1391"/>
        <w:gridCol w:w="1701"/>
      </w:tblGrid>
      <w:tr w:rsidR="005D553F" w:rsidRPr="00A17955" w14:paraId="7DC87540" w14:textId="77777777" w:rsidTr="00EF3B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"/>
          <w:tblHeader/>
        </w:trPr>
        <w:tc>
          <w:tcPr>
            <w:tcW w:w="2830" w:type="dxa"/>
          </w:tcPr>
          <w:p w14:paraId="09F30696" w14:textId="77777777" w:rsidR="005D553F" w:rsidRPr="00A17955" w:rsidRDefault="005D553F" w:rsidP="00F3353D">
            <w:r w:rsidRPr="00A17955">
              <w:t>Route segment</w:t>
            </w:r>
          </w:p>
        </w:tc>
        <w:tc>
          <w:tcPr>
            <w:tcW w:w="1237" w:type="dxa"/>
          </w:tcPr>
          <w:p w14:paraId="4B505513" w14:textId="77777777" w:rsidR="005D553F" w:rsidRPr="00A17955" w:rsidRDefault="005D553F" w:rsidP="00F3353D">
            <w:r w:rsidRPr="00A17955">
              <w:t>Altitude</w:t>
            </w:r>
          </w:p>
        </w:tc>
        <w:tc>
          <w:tcPr>
            <w:tcW w:w="1237" w:type="dxa"/>
          </w:tcPr>
          <w:p w14:paraId="63DC96A9" w14:textId="77777777" w:rsidR="005D553F" w:rsidRPr="00A17955" w:rsidRDefault="005D553F" w:rsidP="00F3353D">
            <w:r w:rsidRPr="00A17955">
              <w:t>Distance</w:t>
            </w:r>
          </w:p>
        </w:tc>
        <w:tc>
          <w:tcPr>
            <w:tcW w:w="1238" w:type="dxa"/>
          </w:tcPr>
          <w:p w14:paraId="208CCCA7" w14:textId="77777777" w:rsidR="005D553F" w:rsidRPr="00A17955" w:rsidRDefault="005D553F" w:rsidP="00F3353D">
            <w:r w:rsidRPr="00A17955">
              <w:t>Track</w:t>
            </w:r>
          </w:p>
          <w:p w14:paraId="5493F4CA" w14:textId="77777777" w:rsidR="005D553F" w:rsidRPr="00A17955" w:rsidRDefault="005D553F" w:rsidP="00F3353D">
            <w:r w:rsidRPr="00A17955">
              <w:t>M</w:t>
            </w:r>
          </w:p>
        </w:tc>
        <w:tc>
          <w:tcPr>
            <w:tcW w:w="1391" w:type="dxa"/>
          </w:tcPr>
          <w:p w14:paraId="4B22C638" w14:textId="77777777" w:rsidR="005D553F" w:rsidRPr="00A17955" w:rsidRDefault="005D553F" w:rsidP="00F3353D">
            <w:r w:rsidRPr="00A17955">
              <w:t>Cruising Speed</w:t>
            </w:r>
          </w:p>
        </w:tc>
        <w:tc>
          <w:tcPr>
            <w:tcW w:w="1701" w:type="dxa"/>
          </w:tcPr>
          <w:p w14:paraId="101B2E36" w14:textId="77777777" w:rsidR="005D553F" w:rsidRPr="00A17955" w:rsidRDefault="005D553F" w:rsidP="00F3353D">
            <w:r w:rsidRPr="00A17955">
              <w:t>Time intervals</w:t>
            </w:r>
          </w:p>
        </w:tc>
      </w:tr>
      <w:tr w:rsidR="005D553F" w:rsidRPr="00A17955" w14:paraId="09D2DC6B" w14:textId="77777777" w:rsidTr="00EF3B8A">
        <w:trPr>
          <w:trHeight w:val="22"/>
        </w:trPr>
        <w:tc>
          <w:tcPr>
            <w:tcW w:w="2830" w:type="dxa"/>
          </w:tcPr>
          <w:p w14:paraId="0E471BD4" w14:textId="77777777" w:rsidR="005D553F" w:rsidRPr="00A17955" w:rsidRDefault="005D553F" w:rsidP="00F3353D"/>
        </w:tc>
        <w:tc>
          <w:tcPr>
            <w:tcW w:w="1237" w:type="dxa"/>
          </w:tcPr>
          <w:p w14:paraId="590345FE" w14:textId="77777777" w:rsidR="005D553F" w:rsidRPr="00A17955" w:rsidRDefault="005D553F" w:rsidP="00F3353D"/>
        </w:tc>
        <w:tc>
          <w:tcPr>
            <w:tcW w:w="1237" w:type="dxa"/>
          </w:tcPr>
          <w:p w14:paraId="6DA10108" w14:textId="77777777" w:rsidR="005D553F" w:rsidRPr="00A17955" w:rsidRDefault="005D553F" w:rsidP="00F3353D"/>
        </w:tc>
        <w:tc>
          <w:tcPr>
            <w:tcW w:w="1238" w:type="dxa"/>
          </w:tcPr>
          <w:p w14:paraId="54B16EFD" w14:textId="77777777" w:rsidR="005D553F" w:rsidRPr="00A17955" w:rsidRDefault="005D553F" w:rsidP="00F3353D"/>
        </w:tc>
        <w:tc>
          <w:tcPr>
            <w:tcW w:w="1391" w:type="dxa"/>
          </w:tcPr>
          <w:p w14:paraId="35FBCD15" w14:textId="77777777" w:rsidR="005D553F" w:rsidRPr="00A17955" w:rsidRDefault="005D553F" w:rsidP="00F3353D"/>
        </w:tc>
        <w:tc>
          <w:tcPr>
            <w:tcW w:w="1701" w:type="dxa"/>
          </w:tcPr>
          <w:p w14:paraId="17F76B0F" w14:textId="77777777" w:rsidR="005D553F" w:rsidRPr="00A17955" w:rsidRDefault="005D553F" w:rsidP="00F3353D"/>
        </w:tc>
      </w:tr>
      <w:tr w:rsidR="005D553F" w:rsidRPr="00A17955" w14:paraId="35B6F174" w14:textId="77777777" w:rsidTr="00EF3B8A">
        <w:trPr>
          <w:trHeight w:val="22"/>
        </w:trPr>
        <w:tc>
          <w:tcPr>
            <w:tcW w:w="2830" w:type="dxa"/>
          </w:tcPr>
          <w:p w14:paraId="795EB0A9" w14:textId="77777777" w:rsidR="005D553F" w:rsidRPr="00A17955" w:rsidRDefault="005D553F" w:rsidP="00F3353D"/>
        </w:tc>
        <w:tc>
          <w:tcPr>
            <w:tcW w:w="1237" w:type="dxa"/>
          </w:tcPr>
          <w:p w14:paraId="40AC41A6" w14:textId="77777777" w:rsidR="005D553F" w:rsidRPr="00A17955" w:rsidRDefault="005D553F" w:rsidP="00F3353D"/>
        </w:tc>
        <w:tc>
          <w:tcPr>
            <w:tcW w:w="1237" w:type="dxa"/>
          </w:tcPr>
          <w:p w14:paraId="2B5F59B1" w14:textId="77777777" w:rsidR="005D553F" w:rsidRPr="00A17955" w:rsidRDefault="005D553F" w:rsidP="00F3353D"/>
        </w:tc>
        <w:tc>
          <w:tcPr>
            <w:tcW w:w="1238" w:type="dxa"/>
          </w:tcPr>
          <w:p w14:paraId="0400B3B8" w14:textId="77777777" w:rsidR="005D553F" w:rsidRPr="00A17955" w:rsidRDefault="005D553F" w:rsidP="00F3353D"/>
        </w:tc>
        <w:tc>
          <w:tcPr>
            <w:tcW w:w="1391" w:type="dxa"/>
          </w:tcPr>
          <w:p w14:paraId="29FB5A35" w14:textId="77777777" w:rsidR="005D553F" w:rsidRPr="00A17955" w:rsidRDefault="005D553F" w:rsidP="00F3353D"/>
        </w:tc>
        <w:tc>
          <w:tcPr>
            <w:tcW w:w="1701" w:type="dxa"/>
          </w:tcPr>
          <w:p w14:paraId="2AC07E38" w14:textId="77777777" w:rsidR="005D553F" w:rsidRPr="00A17955" w:rsidRDefault="005D553F" w:rsidP="00F3353D"/>
        </w:tc>
      </w:tr>
      <w:tr w:rsidR="005D553F" w:rsidRPr="00A17955" w14:paraId="1407C7E5" w14:textId="77777777" w:rsidTr="00EF3B8A">
        <w:trPr>
          <w:trHeight w:val="22"/>
        </w:trPr>
        <w:tc>
          <w:tcPr>
            <w:tcW w:w="2830" w:type="dxa"/>
          </w:tcPr>
          <w:p w14:paraId="4659B114" w14:textId="77777777" w:rsidR="005D553F" w:rsidRPr="00A17955" w:rsidRDefault="005D553F" w:rsidP="00F3353D"/>
        </w:tc>
        <w:tc>
          <w:tcPr>
            <w:tcW w:w="1237" w:type="dxa"/>
          </w:tcPr>
          <w:p w14:paraId="79EB201B" w14:textId="77777777" w:rsidR="005D553F" w:rsidRPr="00A17955" w:rsidRDefault="005D553F" w:rsidP="00F3353D"/>
        </w:tc>
        <w:tc>
          <w:tcPr>
            <w:tcW w:w="1237" w:type="dxa"/>
          </w:tcPr>
          <w:p w14:paraId="4C3BB5D3" w14:textId="77777777" w:rsidR="005D553F" w:rsidRPr="00A17955" w:rsidRDefault="005D553F" w:rsidP="00F3353D"/>
        </w:tc>
        <w:tc>
          <w:tcPr>
            <w:tcW w:w="1238" w:type="dxa"/>
          </w:tcPr>
          <w:p w14:paraId="29BB4FF9" w14:textId="77777777" w:rsidR="005D553F" w:rsidRPr="00A17955" w:rsidRDefault="005D553F" w:rsidP="00F3353D"/>
        </w:tc>
        <w:tc>
          <w:tcPr>
            <w:tcW w:w="1391" w:type="dxa"/>
          </w:tcPr>
          <w:p w14:paraId="11F7C1A7" w14:textId="77777777" w:rsidR="005D553F" w:rsidRPr="00A17955" w:rsidRDefault="005D553F" w:rsidP="00F3353D"/>
        </w:tc>
        <w:tc>
          <w:tcPr>
            <w:tcW w:w="1701" w:type="dxa"/>
          </w:tcPr>
          <w:p w14:paraId="68CCCE00" w14:textId="77777777" w:rsidR="005D553F" w:rsidRPr="00A17955" w:rsidRDefault="005D553F" w:rsidP="00F3353D"/>
        </w:tc>
      </w:tr>
      <w:tr w:rsidR="005D553F" w:rsidRPr="00A17955" w14:paraId="56FFA74E" w14:textId="77777777" w:rsidTr="00EF3B8A">
        <w:trPr>
          <w:trHeight w:val="22"/>
        </w:trPr>
        <w:tc>
          <w:tcPr>
            <w:tcW w:w="2830" w:type="dxa"/>
          </w:tcPr>
          <w:p w14:paraId="098C5344" w14:textId="77777777" w:rsidR="005D553F" w:rsidRPr="00A17955" w:rsidRDefault="005D553F" w:rsidP="00F3353D"/>
        </w:tc>
        <w:tc>
          <w:tcPr>
            <w:tcW w:w="1237" w:type="dxa"/>
          </w:tcPr>
          <w:p w14:paraId="67631E95" w14:textId="77777777" w:rsidR="005D553F" w:rsidRPr="00A17955" w:rsidRDefault="005D553F" w:rsidP="00F3353D"/>
        </w:tc>
        <w:tc>
          <w:tcPr>
            <w:tcW w:w="1237" w:type="dxa"/>
          </w:tcPr>
          <w:p w14:paraId="609933E3" w14:textId="77777777" w:rsidR="005D553F" w:rsidRPr="00A17955" w:rsidRDefault="005D553F" w:rsidP="00F3353D"/>
        </w:tc>
        <w:tc>
          <w:tcPr>
            <w:tcW w:w="1238" w:type="dxa"/>
          </w:tcPr>
          <w:p w14:paraId="70686BAC" w14:textId="77777777" w:rsidR="005D553F" w:rsidRPr="00A17955" w:rsidRDefault="005D553F" w:rsidP="00F3353D"/>
        </w:tc>
        <w:tc>
          <w:tcPr>
            <w:tcW w:w="1391" w:type="dxa"/>
          </w:tcPr>
          <w:p w14:paraId="70F78803" w14:textId="77777777" w:rsidR="005D553F" w:rsidRPr="00A17955" w:rsidRDefault="005D553F" w:rsidP="00F3353D"/>
        </w:tc>
        <w:tc>
          <w:tcPr>
            <w:tcW w:w="1701" w:type="dxa"/>
          </w:tcPr>
          <w:p w14:paraId="6329D5E5" w14:textId="77777777" w:rsidR="005D553F" w:rsidRPr="00A17955" w:rsidRDefault="005D553F" w:rsidP="00F3353D"/>
        </w:tc>
      </w:tr>
      <w:tr w:rsidR="005D553F" w:rsidRPr="00A17955" w14:paraId="5F670212" w14:textId="77777777" w:rsidTr="00EF3B8A">
        <w:trPr>
          <w:trHeight w:val="22"/>
        </w:trPr>
        <w:tc>
          <w:tcPr>
            <w:tcW w:w="2830" w:type="dxa"/>
          </w:tcPr>
          <w:p w14:paraId="28C23181" w14:textId="77777777" w:rsidR="005D553F" w:rsidRPr="00A17955" w:rsidRDefault="005D553F" w:rsidP="00F3353D"/>
        </w:tc>
        <w:tc>
          <w:tcPr>
            <w:tcW w:w="1237" w:type="dxa"/>
          </w:tcPr>
          <w:p w14:paraId="3CF1F75B" w14:textId="77777777" w:rsidR="005D553F" w:rsidRPr="00A17955" w:rsidRDefault="005D553F" w:rsidP="00F3353D"/>
        </w:tc>
        <w:tc>
          <w:tcPr>
            <w:tcW w:w="1237" w:type="dxa"/>
          </w:tcPr>
          <w:p w14:paraId="29AB4191" w14:textId="77777777" w:rsidR="005D553F" w:rsidRPr="00A17955" w:rsidRDefault="005D553F" w:rsidP="00F3353D"/>
        </w:tc>
        <w:tc>
          <w:tcPr>
            <w:tcW w:w="1238" w:type="dxa"/>
          </w:tcPr>
          <w:p w14:paraId="29FF138C" w14:textId="77777777" w:rsidR="005D553F" w:rsidRPr="00A17955" w:rsidRDefault="005D553F" w:rsidP="00F3353D"/>
        </w:tc>
        <w:tc>
          <w:tcPr>
            <w:tcW w:w="1391" w:type="dxa"/>
          </w:tcPr>
          <w:p w14:paraId="399D9A5B" w14:textId="77777777" w:rsidR="005D553F" w:rsidRPr="00A17955" w:rsidRDefault="005D553F" w:rsidP="00F3353D"/>
        </w:tc>
        <w:tc>
          <w:tcPr>
            <w:tcW w:w="1701" w:type="dxa"/>
          </w:tcPr>
          <w:p w14:paraId="6E376D3F" w14:textId="77777777" w:rsidR="005D553F" w:rsidRPr="00A17955" w:rsidRDefault="005D553F" w:rsidP="00F3353D"/>
        </w:tc>
      </w:tr>
      <w:tr w:rsidR="005D553F" w:rsidRPr="00A17955" w14:paraId="5473D385" w14:textId="77777777" w:rsidTr="00EF3B8A">
        <w:trPr>
          <w:trHeight w:val="22"/>
        </w:trPr>
        <w:tc>
          <w:tcPr>
            <w:tcW w:w="2830" w:type="dxa"/>
          </w:tcPr>
          <w:p w14:paraId="0DC753DE" w14:textId="77777777" w:rsidR="005D553F" w:rsidRPr="00A17955" w:rsidRDefault="005D553F" w:rsidP="00F3353D"/>
        </w:tc>
        <w:tc>
          <w:tcPr>
            <w:tcW w:w="1237" w:type="dxa"/>
          </w:tcPr>
          <w:p w14:paraId="32E931A2" w14:textId="77777777" w:rsidR="005D553F" w:rsidRPr="00A17955" w:rsidRDefault="005D553F" w:rsidP="00F3353D"/>
        </w:tc>
        <w:tc>
          <w:tcPr>
            <w:tcW w:w="1237" w:type="dxa"/>
          </w:tcPr>
          <w:p w14:paraId="3721E05B" w14:textId="77777777" w:rsidR="005D553F" w:rsidRPr="00A17955" w:rsidRDefault="005D553F" w:rsidP="00F3353D"/>
        </w:tc>
        <w:tc>
          <w:tcPr>
            <w:tcW w:w="1238" w:type="dxa"/>
          </w:tcPr>
          <w:p w14:paraId="29A8C7FF" w14:textId="77777777" w:rsidR="005D553F" w:rsidRPr="00A17955" w:rsidRDefault="005D553F" w:rsidP="00F3353D"/>
        </w:tc>
        <w:tc>
          <w:tcPr>
            <w:tcW w:w="1391" w:type="dxa"/>
          </w:tcPr>
          <w:p w14:paraId="4B0D394F" w14:textId="77777777" w:rsidR="005D553F" w:rsidRPr="00A17955" w:rsidRDefault="005D553F" w:rsidP="00F3353D"/>
        </w:tc>
        <w:tc>
          <w:tcPr>
            <w:tcW w:w="1701" w:type="dxa"/>
          </w:tcPr>
          <w:p w14:paraId="555C63F7" w14:textId="77777777" w:rsidR="005D553F" w:rsidRPr="00A17955" w:rsidRDefault="005D553F" w:rsidP="00F3353D"/>
        </w:tc>
      </w:tr>
      <w:tr w:rsidR="005D553F" w:rsidRPr="00A17955" w14:paraId="1CCF0DD5" w14:textId="77777777" w:rsidTr="00EF3B8A">
        <w:trPr>
          <w:trHeight w:val="22"/>
        </w:trPr>
        <w:tc>
          <w:tcPr>
            <w:tcW w:w="2830" w:type="dxa"/>
          </w:tcPr>
          <w:p w14:paraId="7A867885" w14:textId="77777777" w:rsidR="005D553F" w:rsidRPr="00A17955" w:rsidRDefault="005D553F" w:rsidP="00F3353D"/>
        </w:tc>
        <w:tc>
          <w:tcPr>
            <w:tcW w:w="1237" w:type="dxa"/>
          </w:tcPr>
          <w:p w14:paraId="13CA730A" w14:textId="77777777" w:rsidR="005D553F" w:rsidRPr="00A17955" w:rsidRDefault="005D553F" w:rsidP="00F3353D"/>
        </w:tc>
        <w:tc>
          <w:tcPr>
            <w:tcW w:w="1237" w:type="dxa"/>
          </w:tcPr>
          <w:p w14:paraId="58AC0FB0" w14:textId="77777777" w:rsidR="005D553F" w:rsidRPr="00A17955" w:rsidRDefault="005D553F" w:rsidP="00F3353D"/>
        </w:tc>
        <w:tc>
          <w:tcPr>
            <w:tcW w:w="1238" w:type="dxa"/>
          </w:tcPr>
          <w:p w14:paraId="5BE2B099" w14:textId="77777777" w:rsidR="005D553F" w:rsidRPr="00A17955" w:rsidRDefault="005D553F" w:rsidP="00F3353D"/>
        </w:tc>
        <w:tc>
          <w:tcPr>
            <w:tcW w:w="1391" w:type="dxa"/>
          </w:tcPr>
          <w:p w14:paraId="229DB95F" w14:textId="77777777" w:rsidR="005D553F" w:rsidRPr="00A17955" w:rsidRDefault="005D553F" w:rsidP="00F3353D"/>
        </w:tc>
        <w:tc>
          <w:tcPr>
            <w:tcW w:w="1701" w:type="dxa"/>
          </w:tcPr>
          <w:p w14:paraId="17DD388C" w14:textId="77777777" w:rsidR="005D553F" w:rsidRPr="00A17955" w:rsidRDefault="005D553F" w:rsidP="00F3353D"/>
        </w:tc>
      </w:tr>
      <w:tr w:rsidR="005D553F" w:rsidRPr="00A17955" w14:paraId="5CFFC8D8" w14:textId="77777777" w:rsidTr="00EF3B8A">
        <w:trPr>
          <w:trHeight w:val="22"/>
        </w:trPr>
        <w:tc>
          <w:tcPr>
            <w:tcW w:w="2830" w:type="dxa"/>
          </w:tcPr>
          <w:p w14:paraId="4E5255FB" w14:textId="77777777" w:rsidR="005D553F" w:rsidRPr="00A17955" w:rsidRDefault="005D553F" w:rsidP="00F3353D"/>
        </w:tc>
        <w:tc>
          <w:tcPr>
            <w:tcW w:w="1237" w:type="dxa"/>
          </w:tcPr>
          <w:p w14:paraId="47B96177" w14:textId="77777777" w:rsidR="005D553F" w:rsidRPr="00A17955" w:rsidRDefault="005D553F" w:rsidP="00F3353D"/>
        </w:tc>
        <w:tc>
          <w:tcPr>
            <w:tcW w:w="1237" w:type="dxa"/>
          </w:tcPr>
          <w:p w14:paraId="2DDCDF8F" w14:textId="77777777" w:rsidR="005D553F" w:rsidRPr="00A17955" w:rsidRDefault="005D553F" w:rsidP="00F3353D"/>
        </w:tc>
        <w:tc>
          <w:tcPr>
            <w:tcW w:w="1238" w:type="dxa"/>
          </w:tcPr>
          <w:p w14:paraId="0D7935D0" w14:textId="77777777" w:rsidR="005D553F" w:rsidRPr="00A17955" w:rsidRDefault="005D553F" w:rsidP="00F3353D"/>
        </w:tc>
        <w:tc>
          <w:tcPr>
            <w:tcW w:w="1391" w:type="dxa"/>
          </w:tcPr>
          <w:p w14:paraId="7E121D43" w14:textId="77777777" w:rsidR="005D553F" w:rsidRPr="00A17955" w:rsidRDefault="005D553F" w:rsidP="00F3353D"/>
        </w:tc>
        <w:tc>
          <w:tcPr>
            <w:tcW w:w="1701" w:type="dxa"/>
          </w:tcPr>
          <w:p w14:paraId="17F99618" w14:textId="77777777" w:rsidR="005D553F" w:rsidRPr="00A17955" w:rsidRDefault="005D553F" w:rsidP="00F3353D"/>
        </w:tc>
      </w:tr>
      <w:tr w:rsidR="005D553F" w:rsidRPr="00A17955" w14:paraId="3E3708E4" w14:textId="77777777" w:rsidTr="00EF3B8A">
        <w:trPr>
          <w:trHeight w:val="22"/>
        </w:trPr>
        <w:tc>
          <w:tcPr>
            <w:tcW w:w="2830" w:type="dxa"/>
          </w:tcPr>
          <w:p w14:paraId="5BC8F42A" w14:textId="77777777" w:rsidR="005D553F" w:rsidRPr="00A17955" w:rsidRDefault="005D553F" w:rsidP="00F3353D"/>
        </w:tc>
        <w:tc>
          <w:tcPr>
            <w:tcW w:w="1237" w:type="dxa"/>
          </w:tcPr>
          <w:p w14:paraId="474BC619" w14:textId="77777777" w:rsidR="005D553F" w:rsidRPr="00A17955" w:rsidRDefault="005D553F" w:rsidP="00F3353D"/>
        </w:tc>
        <w:tc>
          <w:tcPr>
            <w:tcW w:w="1237" w:type="dxa"/>
          </w:tcPr>
          <w:p w14:paraId="40FB9AED" w14:textId="77777777" w:rsidR="005D553F" w:rsidRPr="00A17955" w:rsidRDefault="005D553F" w:rsidP="00F3353D"/>
        </w:tc>
        <w:tc>
          <w:tcPr>
            <w:tcW w:w="1238" w:type="dxa"/>
          </w:tcPr>
          <w:p w14:paraId="0F735AE1" w14:textId="77777777" w:rsidR="005D553F" w:rsidRPr="00A17955" w:rsidRDefault="005D553F" w:rsidP="00F3353D"/>
        </w:tc>
        <w:tc>
          <w:tcPr>
            <w:tcW w:w="1391" w:type="dxa"/>
          </w:tcPr>
          <w:p w14:paraId="577228FA" w14:textId="77777777" w:rsidR="005D553F" w:rsidRPr="00A17955" w:rsidRDefault="005D553F" w:rsidP="00F3353D"/>
        </w:tc>
        <w:tc>
          <w:tcPr>
            <w:tcW w:w="1701" w:type="dxa"/>
          </w:tcPr>
          <w:p w14:paraId="519AE459" w14:textId="77777777" w:rsidR="005D553F" w:rsidRPr="00A17955" w:rsidRDefault="005D553F" w:rsidP="00F3353D"/>
        </w:tc>
      </w:tr>
      <w:tr w:rsidR="005D553F" w:rsidRPr="00A17955" w14:paraId="099B870C" w14:textId="77777777" w:rsidTr="00EF3B8A">
        <w:trPr>
          <w:trHeight w:val="22"/>
        </w:trPr>
        <w:tc>
          <w:tcPr>
            <w:tcW w:w="2830" w:type="dxa"/>
          </w:tcPr>
          <w:p w14:paraId="605CF582" w14:textId="77777777" w:rsidR="005D553F" w:rsidRPr="00A17955" w:rsidRDefault="005D553F" w:rsidP="00F3353D"/>
        </w:tc>
        <w:tc>
          <w:tcPr>
            <w:tcW w:w="1237" w:type="dxa"/>
          </w:tcPr>
          <w:p w14:paraId="69435E88" w14:textId="77777777" w:rsidR="005D553F" w:rsidRPr="00A17955" w:rsidRDefault="005D553F" w:rsidP="00F3353D"/>
        </w:tc>
        <w:tc>
          <w:tcPr>
            <w:tcW w:w="1237" w:type="dxa"/>
          </w:tcPr>
          <w:p w14:paraId="588E6D3C" w14:textId="77777777" w:rsidR="005D553F" w:rsidRPr="00A17955" w:rsidRDefault="005D553F" w:rsidP="00F3353D"/>
        </w:tc>
        <w:tc>
          <w:tcPr>
            <w:tcW w:w="1238" w:type="dxa"/>
          </w:tcPr>
          <w:p w14:paraId="6B016ADD" w14:textId="77777777" w:rsidR="005D553F" w:rsidRPr="00A17955" w:rsidRDefault="005D553F" w:rsidP="00F3353D"/>
        </w:tc>
        <w:tc>
          <w:tcPr>
            <w:tcW w:w="1391" w:type="dxa"/>
          </w:tcPr>
          <w:p w14:paraId="306D98D9" w14:textId="77777777" w:rsidR="005D553F" w:rsidRPr="00A17955" w:rsidRDefault="005D553F" w:rsidP="00F3353D"/>
        </w:tc>
        <w:tc>
          <w:tcPr>
            <w:tcW w:w="1701" w:type="dxa"/>
          </w:tcPr>
          <w:p w14:paraId="778D7A58" w14:textId="77777777" w:rsidR="005D553F" w:rsidRPr="00A17955" w:rsidRDefault="005D553F" w:rsidP="00F3353D"/>
        </w:tc>
      </w:tr>
      <w:tr w:rsidR="005D553F" w:rsidRPr="00A17955" w14:paraId="51D8572B" w14:textId="77777777" w:rsidTr="00EF3B8A">
        <w:trPr>
          <w:trHeight w:val="22"/>
        </w:trPr>
        <w:tc>
          <w:tcPr>
            <w:tcW w:w="2830" w:type="dxa"/>
          </w:tcPr>
          <w:p w14:paraId="2E987B40" w14:textId="77777777" w:rsidR="005D553F" w:rsidRPr="00A17955" w:rsidRDefault="005D553F" w:rsidP="00F3353D"/>
        </w:tc>
        <w:tc>
          <w:tcPr>
            <w:tcW w:w="1237" w:type="dxa"/>
          </w:tcPr>
          <w:p w14:paraId="2ABD2051" w14:textId="77777777" w:rsidR="005D553F" w:rsidRPr="00A17955" w:rsidRDefault="005D553F" w:rsidP="00F3353D"/>
        </w:tc>
        <w:tc>
          <w:tcPr>
            <w:tcW w:w="1237" w:type="dxa"/>
          </w:tcPr>
          <w:p w14:paraId="348D83A4" w14:textId="77777777" w:rsidR="005D553F" w:rsidRPr="00A17955" w:rsidRDefault="005D553F" w:rsidP="00F3353D"/>
        </w:tc>
        <w:tc>
          <w:tcPr>
            <w:tcW w:w="1238" w:type="dxa"/>
          </w:tcPr>
          <w:p w14:paraId="33FFF79B" w14:textId="77777777" w:rsidR="005D553F" w:rsidRPr="00A17955" w:rsidRDefault="005D553F" w:rsidP="00F3353D"/>
        </w:tc>
        <w:tc>
          <w:tcPr>
            <w:tcW w:w="1391" w:type="dxa"/>
          </w:tcPr>
          <w:p w14:paraId="7DCAC4A7" w14:textId="77777777" w:rsidR="005D553F" w:rsidRPr="00A17955" w:rsidRDefault="005D553F" w:rsidP="00F3353D"/>
        </w:tc>
        <w:tc>
          <w:tcPr>
            <w:tcW w:w="1701" w:type="dxa"/>
          </w:tcPr>
          <w:p w14:paraId="66E74895" w14:textId="77777777" w:rsidR="005D553F" w:rsidRPr="00A17955" w:rsidRDefault="005D553F" w:rsidP="00F3353D"/>
        </w:tc>
      </w:tr>
    </w:tbl>
    <w:p w14:paraId="7394DAB2" w14:textId="77777777" w:rsidR="005D553F" w:rsidRPr="00A17955" w:rsidRDefault="005D553F" w:rsidP="0081583C">
      <w:pPr>
        <w:pStyle w:val="Heading5"/>
      </w:pPr>
      <w:r w:rsidRPr="00A17955">
        <w:t>Alternate aerodrome (if required)</w:t>
      </w:r>
    </w:p>
    <w:tbl>
      <w:tblPr>
        <w:tblStyle w:val="SD-MOStable"/>
        <w:tblW w:w="9634" w:type="dxa"/>
        <w:tblLook w:val="0620" w:firstRow="1" w:lastRow="0" w:firstColumn="0" w:lastColumn="0" w:noHBand="1" w:noVBand="1"/>
      </w:tblPr>
      <w:tblGrid>
        <w:gridCol w:w="2830"/>
        <w:gridCol w:w="1843"/>
        <w:gridCol w:w="1701"/>
        <w:gridCol w:w="1559"/>
        <w:gridCol w:w="1701"/>
      </w:tblGrid>
      <w:tr w:rsidR="005D553F" w:rsidRPr="00A96FED" w14:paraId="3ED268E3" w14:textId="77777777" w:rsidTr="00EF3B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"/>
          <w:tblHeader/>
        </w:trPr>
        <w:tc>
          <w:tcPr>
            <w:tcW w:w="2830" w:type="dxa"/>
          </w:tcPr>
          <w:p w14:paraId="3096C2D8" w14:textId="77777777" w:rsidR="005D553F" w:rsidRPr="000D5BEA" w:rsidRDefault="005D553F" w:rsidP="00F3353D">
            <w:r w:rsidRPr="00A96FED">
              <w:t>Route segments</w:t>
            </w:r>
          </w:p>
        </w:tc>
        <w:tc>
          <w:tcPr>
            <w:tcW w:w="1843" w:type="dxa"/>
          </w:tcPr>
          <w:p w14:paraId="22BDACC4" w14:textId="77777777" w:rsidR="005D553F" w:rsidRPr="000D5BEA" w:rsidRDefault="005D553F" w:rsidP="00F3353D">
            <w:r w:rsidRPr="00A96FED">
              <w:t>Altitudes</w:t>
            </w:r>
          </w:p>
        </w:tc>
        <w:tc>
          <w:tcPr>
            <w:tcW w:w="1701" w:type="dxa"/>
          </w:tcPr>
          <w:p w14:paraId="61999BF0" w14:textId="77777777" w:rsidR="005D553F" w:rsidRPr="000D5BEA" w:rsidRDefault="005D553F" w:rsidP="00F3353D">
            <w:r w:rsidRPr="00A96FED">
              <w:t>Cruising Speed</w:t>
            </w:r>
          </w:p>
        </w:tc>
        <w:tc>
          <w:tcPr>
            <w:tcW w:w="1559" w:type="dxa"/>
          </w:tcPr>
          <w:p w14:paraId="5D0043FE" w14:textId="77777777" w:rsidR="005D553F" w:rsidRPr="000D5BEA" w:rsidRDefault="005D553F" w:rsidP="00F3353D">
            <w:r w:rsidRPr="00A96FED">
              <w:t>Time intervals</w:t>
            </w:r>
          </w:p>
        </w:tc>
        <w:tc>
          <w:tcPr>
            <w:tcW w:w="1701" w:type="dxa"/>
          </w:tcPr>
          <w:p w14:paraId="6E3D4023" w14:textId="77777777" w:rsidR="005D553F" w:rsidRPr="000D5BEA" w:rsidRDefault="005D553F" w:rsidP="00F3353D">
            <w:r w:rsidRPr="00A96FED">
              <w:t>Fuel required</w:t>
            </w:r>
          </w:p>
        </w:tc>
      </w:tr>
      <w:tr w:rsidR="005D553F" w:rsidRPr="00A96FED" w14:paraId="7828F2B0" w14:textId="77777777" w:rsidTr="00EF3B8A">
        <w:tc>
          <w:tcPr>
            <w:tcW w:w="2830" w:type="dxa"/>
          </w:tcPr>
          <w:p w14:paraId="290EB524" w14:textId="77777777" w:rsidR="005D553F" w:rsidRPr="00A96FED" w:rsidRDefault="005D553F" w:rsidP="00F3353D">
            <w:pPr>
              <w:pStyle w:val="Tabletext"/>
            </w:pPr>
          </w:p>
        </w:tc>
        <w:tc>
          <w:tcPr>
            <w:tcW w:w="1843" w:type="dxa"/>
          </w:tcPr>
          <w:p w14:paraId="3447F667" w14:textId="77777777" w:rsidR="005D553F" w:rsidRPr="00A96FED" w:rsidRDefault="005D553F" w:rsidP="00F3353D">
            <w:pPr>
              <w:pStyle w:val="Tabletext"/>
            </w:pPr>
          </w:p>
        </w:tc>
        <w:tc>
          <w:tcPr>
            <w:tcW w:w="1701" w:type="dxa"/>
          </w:tcPr>
          <w:p w14:paraId="47C49C78" w14:textId="77777777" w:rsidR="005D553F" w:rsidRPr="00A96FED" w:rsidRDefault="005D553F" w:rsidP="00F3353D">
            <w:pPr>
              <w:pStyle w:val="Tabletext"/>
            </w:pPr>
          </w:p>
        </w:tc>
        <w:tc>
          <w:tcPr>
            <w:tcW w:w="1559" w:type="dxa"/>
          </w:tcPr>
          <w:p w14:paraId="5CB37345" w14:textId="77777777" w:rsidR="005D553F" w:rsidRPr="00A96FED" w:rsidRDefault="005D553F" w:rsidP="00F3353D">
            <w:pPr>
              <w:pStyle w:val="Tabletext"/>
            </w:pPr>
          </w:p>
        </w:tc>
        <w:tc>
          <w:tcPr>
            <w:tcW w:w="1701" w:type="dxa"/>
          </w:tcPr>
          <w:p w14:paraId="6B5A0970" w14:textId="77777777" w:rsidR="005D553F" w:rsidRPr="00A96FED" w:rsidRDefault="005D553F" w:rsidP="00F3353D">
            <w:pPr>
              <w:pStyle w:val="Tabletext"/>
            </w:pPr>
          </w:p>
        </w:tc>
      </w:tr>
      <w:tr w:rsidR="005D553F" w:rsidRPr="00A96FED" w14:paraId="0753D699" w14:textId="77777777" w:rsidTr="00EF3B8A">
        <w:tc>
          <w:tcPr>
            <w:tcW w:w="2830" w:type="dxa"/>
          </w:tcPr>
          <w:p w14:paraId="55F34472" w14:textId="77777777" w:rsidR="005D553F" w:rsidRPr="00A96FED" w:rsidRDefault="005D553F" w:rsidP="00F3353D">
            <w:pPr>
              <w:pStyle w:val="Tabletext"/>
            </w:pPr>
          </w:p>
        </w:tc>
        <w:tc>
          <w:tcPr>
            <w:tcW w:w="1843" w:type="dxa"/>
          </w:tcPr>
          <w:p w14:paraId="7095A2A7" w14:textId="77777777" w:rsidR="005D553F" w:rsidRPr="00A96FED" w:rsidRDefault="005D553F" w:rsidP="00F3353D">
            <w:pPr>
              <w:pStyle w:val="Tabletext"/>
            </w:pPr>
          </w:p>
        </w:tc>
        <w:tc>
          <w:tcPr>
            <w:tcW w:w="1701" w:type="dxa"/>
          </w:tcPr>
          <w:p w14:paraId="378DC752" w14:textId="77777777" w:rsidR="005D553F" w:rsidRPr="00A96FED" w:rsidRDefault="005D553F" w:rsidP="00F3353D">
            <w:pPr>
              <w:pStyle w:val="Tabletext"/>
            </w:pPr>
          </w:p>
        </w:tc>
        <w:tc>
          <w:tcPr>
            <w:tcW w:w="1559" w:type="dxa"/>
          </w:tcPr>
          <w:p w14:paraId="552468EF" w14:textId="77777777" w:rsidR="005D553F" w:rsidRPr="00A96FED" w:rsidRDefault="005D553F" w:rsidP="00F3353D">
            <w:pPr>
              <w:pStyle w:val="Tabletext"/>
            </w:pPr>
          </w:p>
        </w:tc>
        <w:tc>
          <w:tcPr>
            <w:tcW w:w="1701" w:type="dxa"/>
          </w:tcPr>
          <w:p w14:paraId="70DA71FC" w14:textId="77777777" w:rsidR="005D553F" w:rsidRPr="00A96FED" w:rsidRDefault="005D553F" w:rsidP="00F3353D">
            <w:pPr>
              <w:pStyle w:val="Tabletext"/>
            </w:pPr>
          </w:p>
        </w:tc>
      </w:tr>
      <w:tr w:rsidR="005D553F" w:rsidRPr="00A96FED" w14:paraId="391CF9B1" w14:textId="77777777" w:rsidTr="00EF3B8A">
        <w:tc>
          <w:tcPr>
            <w:tcW w:w="2830" w:type="dxa"/>
          </w:tcPr>
          <w:p w14:paraId="365C5D69" w14:textId="77777777" w:rsidR="005D553F" w:rsidRPr="00A96FED" w:rsidRDefault="005D553F" w:rsidP="00F3353D">
            <w:pPr>
              <w:pStyle w:val="Tabletext"/>
            </w:pPr>
          </w:p>
        </w:tc>
        <w:tc>
          <w:tcPr>
            <w:tcW w:w="1843" w:type="dxa"/>
          </w:tcPr>
          <w:p w14:paraId="107856F8" w14:textId="77777777" w:rsidR="005D553F" w:rsidRPr="00A96FED" w:rsidRDefault="005D553F" w:rsidP="00F3353D">
            <w:pPr>
              <w:pStyle w:val="Tabletext"/>
            </w:pPr>
          </w:p>
        </w:tc>
        <w:tc>
          <w:tcPr>
            <w:tcW w:w="1701" w:type="dxa"/>
          </w:tcPr>
          <w:p w14:paraId="73AD290E" w14:textId="77777777" w:rsidR="005D553F" w:rsidRPr="00A96FED" w:rsidRDefault="005D553F" w:rsidP="00F3353D">
            <w:pPr>
              <w:pStyle w:val="Tabletext"/>
            </w:pPr>
          </w:p>
        </w:tc>
        <w:tc>
          <w:tcPr>
            <w:tcW w:w="1559" w:type="dxa"/>
          </w:tcPr>
          <w:p w14:paraId="550CEA6E" w14:textId="77777777" w:rsidR="005D553F" w:rsidRPr="00A96FED" w:rsidRDefault="005D553F" w:rsidP="00F3353D">
            <w:pPr>
              <w:pStyle w:val="Tabletext"/>
            </w:pPr>
          </w:p>
        </w:tc>
        <w:tc>
          <w:tcPr>
            <w:tcW w:w="1701" w:type="dxa"/>
          </w:tcPr>
          <w:p w14:paraId="6B8A70F9" w14:textId="77777777" w:rsidR="005D553F" w:rsidRPr="00A96FED" w:rsidRDefault="005D553F" w:rsidP="00F3353D">
            <w:pPr>
              <w:pStyle w:val="Tabletext"/>
            </w:pPr>
          </w:p>
        </w:tc>
      </w:tr>
      <w:tr w:rsidR="005D553F" w:rsidRPr="00A96FED" w14:paraId="2E412033" w14:textId="77777777" w:rsidTr="00EF3B8A">
        <w:tc>
          <w:tcPr>
            <w:tcW w:w="2830" w:type="dxa"/>
          </w:tcPr>
          <w:p w14:paraId="27A3D13F" w14:textId="77777777" w:rsidR="005D553F" w:rsidRPr="00A96FED" w:rsidRDefault="005D553F" w:rsidP="00F3353D">
            <w:pPr>
              <w:pStyle w:val="Tabletext"/>
            </w:pPr>
          </w:p>
        </w:tc>
        <w:tc>
          <w:tcPr>
            <w:tcW w:w="1843" w:type="dxa"/>
          </w:tcPr>
          <w:p w14:paraId="529F1E79" w14:textId="77777777" w:rsidR="005D553F" w:rsidRPr="00A96FED" w:rsidRDefault="005D553F" w:rsidP="00F3353D">
            <w:pPr>
              <w:pStyle w:val="Tabletext"/>
            </w:pPr>
          </w:p>
        </w:tc>
        <w:tc>
          <w:tcPr>
            <w:tcW w:w="1701" w:type="dxa"/>
          </w:tcPr>
          <w:p w14:paraId="3D60F7D3" w14:textId="77777777" w:rsidR="005D553F" w:rsidRPr="00A96FED" w:rsidRDefault="005D553F" w:rsidP="00F3353D">
            <w:pPr>
              <w:pStyle w:val="Tabletext"/>
            </w:pPr>
          </w:p>
        </w:tc>
        <w:tc>
          <w:tcPr>
            <w:tcW w:w="1559" w:type="dxa"/>
          </w:tcPr>
          <w:p w14:paraId="4C103AC2" w14:textId="77777777" w:rsidR="005D553F" w:rsidRPr="00A96FED" w:rsidRDefault="005D553F" w:rsidP="00F3353D">
            <w:pPr>
              <w:pStyle w:val="Tabletext"/>
            </w:pPr>
          </w:p>
        </w:tc>
        <w:tc>
          <w:tcPr>
            <w:tcW w:w="1701" w:type="dxa"/>
          </w:tcPr>
          <w:p w14:paraId="25AB0DE7" w14:textId="77777777" w:rsidR="005D553F" w:rsidRPr="00A96FED" w:rsidRDefault="005D553F" w:rsidP="00F3353D">
            <w:pPr>
              <w:pStyle w:val="Tabletext"/>
            </w:pPr>
          </w:p>
        </w:tc>
      </w:tr>
      <w:tr w:rsidR="00665A77" w:rsidRPr="00A96FED" w14:paraId="0A6EF56C" w14:textId="77777777" w:rsidTr="00EF3B8A">
        <w:tc>
          <w:tcPr>
            <w:tcW w:w="2830" w:type="dxa"/>
          </w:tcPr>
          <w:p w14:paraId="24A73452" w14:textId="77777777" w:rsidR="00665A77" w:rsidRPr="00A96FED" w:rsidRDefault="00665A77" w:rsidP="00F3353D">
            <w:pPr>
              <w:pStyle w:val="Tabletext"/>
            </w:pPr>
          </w:p>
        </w:tc>
        <w:tc>
          <w:tcPr>
            <w:tcW w:w="1843" w:type="dxa"/>
          </w:tcPr>
          <w:p w14:paraId="3D8EEE4E" w14:textId="77777777" w:rsidR="00665A77" w:rsidRPr="00A96FED" w:rsidRDefault="00665A77" w:rsidP="00F3353D">
            <w:pPr>
              <w:pStyle w:val="Tabletext"/>
            </w:pPr>
          </w:p>
        </w:tc>
        <w:tc>
          <w:tcPr>
            <w:tcW w:w="1701" w:type="dxa"/>
          </w:tcPr>
          <w:p w14:paraId="2F58E8E0" w14:textId="77777777" w:rsidR="00665A77" w:rsidRPr="00A96FED" w:rsidRDefault="00665A77" w:rsidP="00F3353D">
            <w:pPr>
              <w:pStyle w:val="Tabletext"/>
            </w:pPr>
          </w:p>
        </w:tc>
        <w:tc>
          <w:tcPr>
            <w:tcW w:w="1559" w:type="dxa"/>
          </w:tcPr>
          <w:p w14:paraId="00EA983E" w14:textId="77777777" w:rsidR="00665A77" w:rsidRPr="00A96FED" w:rsidRDefault="00665A77" w:rsidP="00F3353D">
            <w:pPr>
              <w:pStyle w:val="Tabletext"/>
            </w:pPr>
          </w:p>
        </w:tc>
        <w:tc>
          <w:tcPr>
            <w:tcW w:w="1701" w:type="dxa"/>
          </w:tcPr>
          <w:p w14:paraId="42DF4536" w14:textId="77777777" w:rsidR="00665A77" w:rsidRPr="00A96FED" w:rsidRDefault="00665A77" w:rsidP="00F3353D">
            <w:pPr>
              <w:pStyle w:val="Tabletext"/>
            </w:pPr>
          </w:p>
        </w:tc>
      </w:tr>
      <w:tr w:rsidR="005D553F" w:rsidRPr="00A96FED" w14:paraId="53AE890E" w14:textId="77777777" w:rsidTr="00EF3B8A">
        <w:tc>
          <w:tcPr>
            <w:tcW w:w="2830" w:type="dxa"/>
          </w:tcPr>
          <w:p w14:paraId="137D10BC" w14:textId="77777777" w:rsidR="005D553F" w:rsidRPr="00A96FED" w:rsidRDefault="005D553F" w:rsidP="00F3353D">
            <w:pPr>
              <w:pStyle w:val="Tabletext"/>
            </w:pPr>
          </w:p>
        </w:tc>
        <w:tc>
          <w:tcPr>
            <w:tcW w:w="1843" w:type="dxa"/>
          </w:tcPr>
          <w:p w14:paraId="3FF7A55C" w14:textId="77777777" w:rsidR="005D553F" w:rsidRPr="00A96FED" w:rsidRDefault="005D553F" w:rsidP="00F3353D">
            <w:pPr>
              <w:pStyle w:val="Tabletext"/>
            </w:pPr>
          </w:p>
        </w:tc>
        <w:tc>
          <w:tcPr>
            <w:tcW w:w="1701" w:type="dxa"/>
          </w:tcPr>
          <w:p w14:paraId="1A8F8295" w14:textId="77777777" w:rsidR="005D553F" w:rsidRPr="00A96FED" w:rsidRDefault="005D553F" w:rsidP="00F3353D">
            <w:pPr>
              <w:pStyle w:val="Tabletext"/>
            </w:pPr>
          </w:p>
        </w:tc>
        <w:tc>
          <w:tcPr>
            <w:tcW w:w="1559" w:type="dxa"/>
          </w:tcPr>
          <w:p w14:paraId="0E913E89" w14:textId="77777777" w:rsidR="005D553F" w:rsidRPr="00A96FED" w:rsidRDefault="005D553F" w:rsidP="00F3353D">
            <w:pPr>
              <w:pStyle w:val="Tabletext"/>
            </w:pPr>
          </w:p>
        </w:tc>
        <w:tc>
          <w:tcPr>
            <w:tcW w:w="1701" w:type="dxa"/>
          </w:tcPr>
          <w:p w14:paraId="7518CE48" w14:textId="77777777" w:rsidR="005D553F" w:rsidRPr="00A96FED" w:rsidRDefault="005D553F" w:rsidP="00F3353D">
            <w:pPr>
              <w:pStyle w:val="Tabletext"/>
            </w:pPr>
          </w:p>
        </w:tc>
      </w:tr>
    </w:tbl>
    <w:p w14:paraId="6F6DBD1C" w14:textId="77777777" w:rsidR="005D553F" w:rsidRDefault="005D553F" w:rsidP="0081583C">
      <w:pPr>
        <w:pStyle w:val="Heading5"/>
      </w:pPr>
      <w:r>
        <w:lastRenderedPageBreak/>
        <w:t xml:space="preserve">Passenger manifest </w:t>
      </w:r>
      <w:r w:rsidRPr="00A96FED">
        <w:t>(CASR 135.090; 133.080)</w:t>
      </w:r>
    </w:p>
    <w:tbl>
      <w:tblPr>
        <w:tblStyle w:val="SD-MOStable"/>
        <w:tblW w:w="9634" w:type="dxa"/>
        <w:tblLook w:val="0620" w:firstRow="1" w:lastRow="0" w:firstColumn="0" w:lastColumn="0" w:noHBand="1" w:noVBand="1"/>
      </w:tblPr>
      <w:tblGrid>
        <w:gridCol w:w="3823"/>
        <w:gridCol w:w="3118"/>
        <w:gridCol w:w="2693"/>
      </w:tblGrid>
      <w:tr w:rsidR="005D553F" w:rsidRPr="00A17955" w14:paraId="42086B16" w14:textId="77777777" w:rsidTr="003F3F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5"/>
          <w:tblHeader/>
        </w:trPr>
        <w:tc>
          <w:tcPr>
            <w:tcW w:w="3823" w:type="dxa"/>
            <w:hideMark/>
          </w:tcPr>
          <w:p w14:paraId="5FFCCE56" w14:textId="77777777" w:rsidR="005D553F" w:rsidRPr="00A17955" w:rsidRDefault="005D553F" w:rsidP="00F3353D">
            <w:r w:rsidRPr="00A17955">
              <w:t>Name</w:t>
            </w:r>
          </w:p>
        </w:tc>
        <w:tc>
          <w:tcPr>
            <w:tcW w:w="3118" w:type="dxa"/>
            <w:hideMark/>
          </w:tcPr>
          <w:p w14:paraId="00849A21" w14:textId="46463814" w:rsidR="005D553F" w:rsidRPr="00A17955" w:rsidRDefault="005D553F" w:rsidP="00F3353D">
            <w:r w:rsidRPr="00A17955">
              <w:t>Dep</w:t>
            </w:r>
            <w:r>
              <w:t>art</w:t>
            </w:r>
            <w:r w:rsidR="002E3DD5">
              <w:t>ure</w:t>
            </w:r>
            <w:r w:rsidR="00BE2EAA">
              <w:t xml:space="preserve"> point</w:t>
            </w:r>
          </w:p>
        </w:tc>
        <w:tc>
          <w:tcPr>
            <w:tcW w:w="2693" w:type="dxa"/>
            <w:hideMark/>
          </w:tcPr>
          <w:p w14:paraId="7A199224" w14:textId="77777777" w:rsidR="005D553F" w:rsidRPr="00A17955" w:rsidRDefault="005D553F" w:rsidP="00F3353D">
            <w:r>
              <w:t>Destination</w:t>
            </w:r>
          </w:p>
        </w:tc>
      </w:tr>
      <w:tr w:rsidR="005D553F" w:rsidRPr="00A17955" w14:paraId="4702933E" w14:textId="77777777" w:rsidTr="003F3F42">
        <w:trPr>
          <w:trHeight w:val="22"/>
        </w:trPr>
        <w:tc>
          <w:tcPr>
            <w:tcW w:w="3823" w:type="dxa"/>
          </w:tcPr>
          <w:p w14:paraId="580101AF" w14:textId="77777777" w:rsidR="005D553F" w:rsidRPr="00A17955" w:rsidRDefault="005D553F" w:rsidP="00F3353D"/>
        </w:tc>
        <w:tc>
          <w:tcPr>
            <w:tcW w:w="3118" w:type="dxa"/>
          </w:tcPr>
          <w:p w14:paraId="39AA767C" w14:textId="77777777" w:rsidR="005D553F" w:rsidRPr="00A17955" w:rsidRDefault="005D553F" w:rsidP="00F3353D"/>
        </w:tc>
        <w:tc>
          <w:tcPr>
            <w:tcW w:w="2693" w:type="dxa"/>
          </w:tcPr>
          <w:p w14:paraId="5B9039B4" w14:textId="77777777" w:rsidR="005D553F" w:rsidRPr="00A17955" w:rsidRDefault="005D553F" w:rsidP="00F3353D"/>
        </w:tc>
      </w:tr>
      <w:tr w:rsidR="005D553F" w:rsidRPr="00A17955" w14:paraId="1970EF1C" w14:textId="77777777" w:rsidTr="003F3F42">
        <w:trPr>
          <w:trHeight w:val="22"/>
        </w:trPr>
        <w:tc>
          <w:tcPr>
            <w:tcW w:w="3823" w:type="dxa"/>
          </w:tcPr>
          <w:p w14:paraId="48D79E18" w14:textId="77777777" w:rsidR="005D553F" w:rsidRPr="00A17955" w:rsidRDefault="005D553F" w:rsidP="00F3353D"/>
        </w:tc>
        <w:tc>
          <w:tcPr>
            <w:tcW w:w="3118" w:type="dxa"/>
          </w:tcPr>
          <w:p w14:paraId="12D8E021" w14:textId="77777777" w:rsidR="005D553F" w:rsidRPr="00A17955" w:rsidRDefault="005D553F" w:rsidP="00F3353D"/>
        </w:tc>
        <w:tc>
          <w:tcPr>
            <w:tcW w:w="2693" w:type="dxa"/>
          </w:tcPr>
          <w:p w14:paraId="251B0A90" w14:textId="77777777" w:rsidR="005D553F" w:rsidRPr="00A17955" w:rsidRDefault="005D553F" w:rsidP="00F3353D"/>
        </w:tc>
      </w:tr>
      <w:tr w:rsidR="005D553F" w:rsidRPr="00A17955" w14:paraId="386F2DD0" w14:textId="77777777" w:rsidTr="003F3F42">
        <w:trPr>
          <w:trHeight w:val="22"/>
        </w:trPr>
        <w:tc>
          <w:tcPr>
            <w:tcW w:w="3823" w:type="dxa"/>
          </w:tcPr>
          <w:p w14:paraId="1C91D2E0" w14:textId="77777777" w:rsidR="005D553F" w:rsidRPr="00A17955" w:rsidRDefault="005D553F" w:rsidP="00F3353D"/>
        </w:tc>
        <w:tc>
          <w:tcPr>
            <w:tcW w:w="3118" w:type="dxa"/>
          </w:tcPr>
          <w:p w14:paraId="21539CB7" w14:textId="77777777" w:rsidR="005D553F" w:rsidRPr="00A17955" w:rsidRDefault="005D553F" w:rsidP="00F3353D"/>
        </w:tc>
        <w:tc>
          <w:tcPr>
            <w:tcW w:w="2693" w:type="dxa"/>
          </w:tcPr>
          <w:p w14:paraId="1FAFDAF2" w14:textId="77777777" w:rsidR="005D553F" w:rsidRPr="00A17955" w:rsidRDefault="005D553F" w:rsidP="00F3353D"/>
        </w:tc>
      </w:tr>
      <w:tr w:rsidR="005D553F" w:rsidRPr="00A17955" w14:paraId="324DF82F" w14:textId="77777777" w:rsidTr="003F3F42">
        <w:trPr>
          <w:trHeight w:val="22"/>
        </w:trPr>
        <w:tc>
          <w:tcPr>
            <w:tcW w:w="3823" w:type="dxa"/>
          </w:tcPr>
          <w:p w14:paraId="1C3D4B5F" w14:textId="77777777" w:rsidR="005D553F" w:rsidRPr="00A17955" w:rsidRDefault="005D553F" w:rsidP="00F3353D"/>
        </w:tc>
        <w:tc>
          <w:tcPr>
            <w:tcW w:w="3118" w:type="dxa"/>
          </w:tcPr>
          <w:p w14:paraId="768147F0" w14:textId="77777777" w:rsidR="005D553F" w:rsidRPr="00A17955" w:rsidRDefault="005D553F" w:rsidP="00F3353D"/>
        </w:tc>
        <w:tc>
          <w:tcPr>
            <w:tcW w:w="2693" w:type="dxa"/>
          </w:tcPr>
          <w:p w14:paraId="58B1A684" w14:textId="77777777" w:rsidR="005D553F" w:rsidRPr="00A17955" w:rsidRDefault="005D553F" w:rsidP="00F3353D"/>
        </w:tc>
      </w:tr>
      <w:tr w:rsidR="005D553F" w:rsidRPr="00A17955" w14:paraId="5AB0D9B3" w14:textId="77777777" w:rsidTr="003F3F42">
        <w:trPr>
          <w:trHeight w:val="22"/>
        </w:trPr>
        <w:tc>
          <w:tcPr>
            <w:tcW w:w="3823" w:type="dxa"/>
          </w:tcPr>
          <w:p w14:paraId="743701EE" w14:textId="77777777" w:rsidR="005D553F" w:rsidRPr="00A17955" w:rsidRDefault="005D553F" w:rsidP="00F3353D"/>
        </w:tc>
        <w:tc>
          <w:tcPr>
            <w:tcW w:w="3118" w:type="dxa"/>
          </w:tcPr>
          <w:p w14:paraId="7D520603" w14:textId="77777777" w:rsidR="005D553F" w:rsidRPr="00A17955" w:rsidRDefault="005D553F" w:rsidP="00F3353D"/>
        </w:tc>
        <w:tc>
          <w:tcPr>
            <w:tcW w:w="2693" w:type="dxa"/>
          </w:tcPr>
          <w:p w14:paraId="4EBD9959" w14:textId="77777777" w:rsidR="005D553F" w:rsidRPr="00A17955" w:rsidRDefault="005D553F" w:rsidP="00F3353D"/>
        </w:tc>
      </w:tr>
      <w:tr w:rsidR="005D553F" w:rsidRPr="00A17955" w14:paraId="3DA07EBA" w14:textId="77777777" w:rsidTr="003F3F42">
        <w:trPr>
          <w:trHeight w:val="22"/>
        </w:trPr>
        <w:tc>
          <w:tcPr>
            <w:tcW w:w="3823" w:type="dxa"/>
          </w:tcPr>
          <w:p w14:paraId="4D9C9738" w14:textId="77777777" w:rsidR="005D553F" w:rsidRPr="00A17955" w:rsidRDefault="005D553F" w:rsidP="00F3353D"/>
        </w:tc>
        <w:tc>
          <w:tcPr>
            <w:tcW w:w="3118" w:type="dxa"/>
          </w:tcPr>
          <w:p w14:paraId="0B622E77" w14:textId="77777777" w:rsidR="005D553F" w:rsidRPr="00A17955" w:rsidRDefault="005D553F" w:rsidP="00F3353D"/>
        </w:tc>
        <w:tc>
          <w:tcPr>
            <w:tcW w:w="2693" w:type="dxa"/>
          </w:tcPr>
          <w:p w14:paraId="509D4D04" w14:textId="77777777" w:rsidR="005D553F" w:rsidRPr="00A17955" w:rsidRDefault="005D553F" w:rsidP="00F3353D"/>
        </w:tc>
      </w:tr>
      <w:tr w:rsidR="005D553F" w:rsidRPr="00A17955" w14:paraId="114DD9B4" w14:textId="77777777" w:rsidTr="003F3F42">
        <w:trPr>
          <w:trHeight w:val="22"/>
        </w:trPr>
        <w:tc>
          <w:tcPr>
            <w:tcW w:w="3823" w:type="dxa"/>
          </w:tcPr>
          <w:p w14:paraId="512A6B1A" w14:textId="77777777" w:rsidR="005D553F" w:rsidRPr="00A17955" w:rsidRDefault="005D553F" w:rsidP="00F3353D"/>
        </w:tc>
        <w:tc>
          <w:tcPr>
            <w:tcW w:w="3118" w:type="dxa"/>
          </w:tcPr>
          <w:p w14:paraId="635BB3DD" w14:textId="77777777" w:rsidR="005D553F" w:rsidRPr="00A17955" w:rsidRDefault="005D553F" w:rsidP="00F3353D"/>
        </w:tc>
        <w:tc>
          <w:tcPr>
            <w:tcW w:w="2693" w:type="dxa"/>
          </w:tcPr>
          <w:p w14:paraId="501002F2" w14:textId="77777777" w:rsidR="005D553F" w:rsidRPr="00A17955" w:rsidRDefault="005D553F" w:rsidP="00F3353D"/>
        </w:tc>
      </w:tr>
      <w:tr w:rsidR="005D553F" w:rsidRPr="00A17955" w14:paraId="2FA8D9BB" w14:textId="77777777" w:rsidTr="003F3F42">
        <w:trPr>
          <w:trHeight w:val="22"/>
        </w:trPr>
        <w:tc>
          <w:tcPr>
            <w:tcW w:w="3823" w:type="dxa"/>
          </w:tcPr>
          <w:p w14:paraId="72A5956B" w14:textId="77777777" w:rsidR="005D553F" w:rsidRPr="00A17955" w:rsidRDefault="005D553F" w:rsidP="00F3353D"/>
        </w:tc>
        <w:tc>
          <w:tcPr>
            <w:tcW w:w="3118" w:type="dxa"/>
          </w:tcPr>
          <w:p w14:paraId="55623191" w14:textId="77777777" w:rsidR="005D553F" w:rsidRPr="00A17955" w:rsidRDefault="005D553F" w:rsidP="00F3353D"/>
        </w:tc>
        <w:tc>
          <w:tcPr>
            <w:tcW w:w="2693" w:type="dxa"/>
          </w:tcPr>
          <w:p w14:paraId="33145FB8" w14:textId="77777777" w:rsidR="005D553F" w:rsidRPr="00A17955" w:rsidRDefault="005D553F" w:rsidP="00F3353D"/>
        </w:tc>
      </w:tr>
      <w:tr w:rsidR="005D553F" w:rsidRPr="00A17955" w14:paraId="20F8E675" w14:textId="77777777" w:rsidTr="003F3F42">
        <w:trPr>
          <w:trHeight w:val="22"/>
        </w:trPr>
        <w:tc>
          <w:tcPr>
            <w:tcW w:w="3823" w:type="dxa"/>
          </w:tcPr>
          <w:p w14:paraId="7BB5A423" w14:textId="77777777" w:rsidR="005D553F" w:rsidRPr="00A17955" w:rsidRDefault="005D553F" w:rsidP="00F3353D"/>
        </w:tc>
        <w:tc>
          <w:tcPr>
            <w:tcW w:w="3118" w:type="dxa"/>
          </w:tcPr>
          <w:p w14:paraId="0266BE51" w14:textId="77777777" w:rsidR="005D553F" w:rsidRPr="00A17955" w:rsidRDefault="005D553F" w:rsidP="00F3353D"/>
        </w:tc>
        <w:tc>
          <w:tcPr>
            <w:tcW w:w="2693" w:type="dxa"/>
          </w:tcPr>
          <w:p w14:paraId="3A9FD69C" w14:textId="77777777" w:rsidR="005D553F" w:rsidRPr="00A17955" w:rsidRDefault="005D553F" w:rsidP="00F3353D"/>
        </w:tc>
      </w:tr>
      <w:tr w:rsidR="005D553F" w:rsidRPr="00A17955" w14:paraId="088D54F9" w14:textId="77777777" w:rsidTr="003F3F42">
        <w:trPr>
          <w:trHeight w:val="22"/>
        </w:trPr>
        <w:tc>
          <w:tcPr>
            <w:tcW w:w="3823" w:type="dxa"/>
          </w:tcPr>
          <w:p w14:paraId="07ADE170" w14:textId="77777777" w:rsidR="005D553F" w:rsidRPr="00A17955" w:rsidRDefault="005D553F" w:rsidP="00F3353D"/>
        </w:tc>
        <w:tc>
          <w:tcPr>
            <w:tcW w:w="3118" w:type="dxa"/>
          </w:tcPr>
          <w:p w14:paraId="34AE2B61" w14:textId="77777777" w:rsidR="005D553F" w:rsidRPr="00A17955" w:rsidRDefault="005D553F" w:rsidP="00F3353D"/>
        </w:tc>
        <w:tc>
          <w:tcPr>
            <w:tcW w:w="2693" w:type="dxa"/>
          </w:tcPr>
          <w:p w14:paraId="18C2E9BA" w14:textId="77777777" w:rsidR="005D553F" w:rsidRPr="00A17955" w:rsidRDefault="005D553F" w:rsidP="00F3353D"/>
        </w:tc>
      </w:tr>
      <w:tr w:rsidR="005D553F" w:rsidRPr="00A17955" w14:paraId="1330A0EE" w14:textId="77777777" w:rsidTr="003F3F42">
        <w:trPr>
          <w:trHeight w:val="22"/>
        </w:trPr>
        <w:tc>
          <w:tcPr>
            <w:tcW w:w="3823" w:type="dxa"/>
          </w:tcPr>
          <w:p w14:paraId="3101841D" w14:textId="77777777" w:rsidR="005D553F" w:rsidRPr="00A17955" w:rsidRDefault="005D553F" w:rsidP="00F3353D"/>
        </w:tc>
        <w:tc>
          <w:tcPr>
            <w:tcW w:w="3118" w:type="dxa"/>
          </w:tcPr>
          <w:p w14:paraId="22361418" w14:textId="77777777" w:rsidR="005D553F" w:rsidRPr="00A17955" w:rsidRDefault="005D553F" w:rsidP="00F3353D"/>
        </w:tc>
        <w:tc>
          <w:tcPr>
            <w:tcW w:w="2693" w:type="dxa"/>
          </w:tcPr>
          <w:p w14:paraId="0FADA21B" w14:textId="77777777" w:rsidR="005D553F" w:rsidRPr="00A17955" w:rsidRDefault="005D553F" w:rsidP="00F3353D"/>
        </w:tc>
      </w:tr>
      <w:tr w:rsidR="005D553F" w:rsidRPr="00A17955" w14:paraId="2263A1F0" w14:textId="77777777" w:rsidTr="003F3F42">
        <w:trPr>
          <w:trHeight w:val="22"/>
        </w:trPr>
        <w:tc>
          <w:tcPr>
            <w:tcW w:w="3823" w:type="dxa"/>
          </w:tcPr>
          <w:p w14:paraId="4B9A8A00" w14:textId="77777777" w:rsidR="005D553F" w:rsidRPr="00A17955" w:rsidRDefault="005D553F" w:rsidP="00F3353D"/>
        </w:tc>
        <w:tc>
          <w:tcPr>
            <w:tcW w:w="3118" w:type="dxa"/>
          </w:tcPr>
          <w:p w14:paraId="02ACFD0B" w14:textId="77777777" w:rsidR="005D553F" w:rsidRPr="00A17955" w:rsidRDefault="005D553F" w:rsidP="00F3353D"/>
        </w:tc>
        <w:tc>
          <w:tcPr>
            <w:tcW w:w="2693" w:type="dxa"/>
          </w:tcPr>
          <w:p w14:paraId="417436B5" w14:textId="77777777" w:rsidR="005D553F" w:rsidRPr="00A17955" w:rsidRDefault="005D553F" w:rsidP="00F3353D"/>
        </w:tc>
      </w:tr>
      <w:tr w:rsidR="005D553F" w:rsidRPr="00A17955" w14:paraId="4BD980F6" w14:textId="77777777" w:rsidTr="003F3F42">
        <w:trPr>
          <w:trHeight w:val="22"/>
        </w:trPr>
        <w:tc>
          <w:tcPr>
            <w:tcW w:w="3823" w:type="dxa"/>
          </w:tcPr>
          <w:p w14:paraId="6348390B" w14:textId="77777777" w:rsidR="005D553F" w:rsidRPr="00A17955" w:rsidRDefault="005D553F" w:rsidP="00F3353D"/>
        </w:tc>
        <w:tc>
          <w:tcPr>
            <w:tcW w:w="3118" w:type="dxa"/>
          </w:tcPr>
          <w:p w14:paraId="64C1586D" w14:textId="77777777" w:rsidR="005D553F" w:rsidRPr="00A17955" w:rsidRDefault="005D553F" w:rsidP="00F3353D"/>
        </w:tc>
        <w:tc>
          <w:tcPr>
            <w:tcW w:w="2693" w:type="dxa"/>
          </w:tcPr>
          <w:p w14:paraId="686A29FB" w14:textId="77777777" w:rsidR="005D553F" w:rsidRPr="00A17955" w:rsidRDefault="005D553F" w:rsidP="00F3353D"/>
        </w:tc>
      </w:tr>
      <w:tr w:rsidR="005D553F" w:rsidRPr="00A17955" w14:paraId="58535A41" w14:textId="77777777" w:rsidTr="003F3F42">
        <w:trPr>
          <w:trHeight w:val="22"/>
        </w:trPr>
        <w:tc>
          <w:tcPr>
            <w:tcW w:w="3823" w:type="dxa"/>
          </w:tcPr>
          <w:p w14:paraId="72354417" w14:textId="77777777" w:rsidR="005D553F" w:rsidRPr="00A17955" w:rsidRDefault="005D553F" w:rsidP="00F3353D"/>
        </w:tc>
        <w:tc>
          <w:tcPr>
            <w:tcW w:w="3118" w:type="dxa"/>
          </w:tcPr>
          <w:p w14:paraId="008227B0" w14:textId="77777777" w:rsidR="005D553F" w:rsidRPr="00A17955" w:rsidRDefault="005D553F" w:rsidP="00F3353D"/>
        </w:tc>
        <w:tc>
          <w:tcPr>
            <w:tcW w:w="2693" w:type="dxa"/>
          </w:tcPr>
          <w:p w14:paraId="1C392BD5" w14:textId="77777777" w:rsidR="005D553F" w:rsidRPr="00A17955" w:rsidRDefault="005D553F" w:rsidP="00F3353D"/>
        </w:tc>
      </w:tr>
      <w:tr w:rsidR="005D553F" w:rsidRPr="00A17955" w14:paraId="2C911069" w14:textId="77777777" w:rsidTr="003F3F42">
        <w:trPr>
          <w:trHeight w:val="22"/>
        </w:trPr>
        <w:tc>
          <w:tcPr>
            <w:tcW w:w="3823" w:type="dxa"/>
          </w:tcPr>
          <w:p w14:paraId="10BA46B8" w14:textId="77777777" w:rsidR="005D553F" w:rsidRPr="00A17955" w:rsidRDefault="005D553F" w:rsidP="00F3353D"/>
        </w:tc>
        <w:tc>
          <w:tcPr>
            <w:tcW w:w="3118" w:type="dxa"/>
          </w:tcPr>
          <w:p w14:paraId="5537CD92" w14:textId="77777777" w:rsidR="005D553F" w:rsidRPr="00A17955" w:rsidRDefault="005D553F" w:rsidP="00F3353D"/>
        </w:tc>
        <w:tc>
          <w:tcPr>
            <w:tcW w:w="2693" w:type="dxa"/>
          </w:tcPr>
          <w:p w14:paraId="58D633E0" w14:textId="77777777" w:rsidR="005D553F" w:rsidRPr="00A17955" w:rsidRDefault="005D553F" w:rsidP="00F3353D"/>
        </w:tc>
      </w:tr>
      <w:tr w:rsidR="005D553F" w:rsidRPr="00A17955" w14:paraId="4DB1384E" w14:textId="77777777" w:rsidTr="003F3F42">
        <w:trPr>
          <w:trHeight w:val="22"/>
        </w:trPr>
        <w:tc>
          <w:tcPr>
            <w:tcW w:w="3823" w:type="dxa"/>
          </w:tcPr>
          <w:p w14:paraId="542F6588" w14:textId="77777777" w:rsidR="005D553F" w:rsidRPr="00A17955" w:rsidRDefault="005D553F" w:rsidP="00F3353D"/>
        </w:tc>
        <w:tc>
          <w:tcPr>
            <w:tcW w:w="3118" w:type="dxa"/>
          </w:tcPr>
          <w:p w14:paraId="395706FF" w14:textId="77777777" w:rsidR="005D553F" w:rsidRPr="00A17955" w:rsidRDefault="005D553F" w:rsidP="00F3353D"/>
        </w:tc>
        <w:tc>
          <w:tcPr>
            <w:tcW w:w="2693" w:type="dxa"/>
          </w:tcPr>
          <w:p w14:paraId="5AB43063" w14:textId="77777777" w:rsidR="005D553F" w:rsidRPr="00A17955" w:rsidRDefault="005D553F" w:rsidP="00F3353D"/>
        </w:tc>
      </w:tr>
      <w:tr w:rsidR="005D553F" w:rsidRPr="00A17955" w14:paraId="79EE4189" w14:textId="77777777" w:rsidTr="003F3F42">
        <w:trPr>
          <w:trHeight w:val="22"/>
        </w:trPr>
        <w:tc>
          <w:tcPr>
            <w:tcW w:w="3823" w:type="dxa"/>
          </w:tcPr>
          <w:p w14:paraId="22C9E938" w14:textId="77777777" w:rsidR="005D553F" w:rsidRPr="00A17955" w:rsidRDefault="005D553F" w:rsidP="00F3353D"/>
        </w:tc>
        <w:tc>
          <w:tcPr>
            <w:tcW w:w="3118" w:type="dxa"/>
          </w:tcPr>
          <w:p w14:paraId="3704DDDD" w14:textId="77777777" w:rsidR="005D553F" w:rsidRPr="00A17955" w:rsidRDefault="005D553F" w:rsidP="00F3353D"/>
        </w:tc>
        <w:tc>
          <w:tcPr>
            <w:tcW w:w="2693" w:type="dxa"/>
          </w:tcPr>
          <w:p w14:paraId="50C03CED" w14:textId="77777777" w:rsidR="005D553F" w:rsidRPr="00A17955" w:rsidRDefault="005D553F" w:rsidP="00F3353D"/>
        </w:tc>
      </w:tr>
      <w:tr w:rsidR="005D553F" w:rsidRPr="00A17955" w14:paraId="4AD386C2" w14:textId="77777777" w:rsidTr="003F3F42">
        <w:trPr>
          <w:trHeight w:val="22"/>
        </w:trPr>
        <w:tc>
          <w:tcPr>
            <w:tcW w:w="3823" w:type="dxa"/>
          </w:tcPr>
          <w:p w14:paraId="4455251F" w14:textId="77777777" w:rsidR="005D553F" w:rsidRPr="00A17955" w:rsidRDefault="005D553F" w:rsidP="00F3353D"/>
        </w:tc>
        <w:tc>
          <w:tcPr>
            <w:tcW w:w="3118" w:type="dxa"/>
          </w:tcPr>
          <w:p w14:paraId="117DF5F3" w14:textId="77777777" w:rsidR="005D553F" w:rsidRPr="00A17955" w:rsidRDefault="005D553F" w:rsidP="00F3353D"/>
        </w:tc>
        <w:tc>
          <w:tcPr>
            <w:tcW w:w="2693" w:type="dxa"/>
          </w:tcPr>
          <w:p w14:paraId="28511D08" w14:textId="77777777" w:rsidR="005D553F" w:rsidRPr="00A17955" w:rsidRDefault="005D553F" w:rsidP="00F3353D"/>
        </w:tc>
      </w:tr>
      <w:tr w:rsidR="005D553F" w:rsidRPr="00A17955" w14:paraId="2A0926D5" w14:textId="77777777" w:rsidTr="003F3F42">
        <w:trPr>
          <w:trHeight w:val="22"/>
        </w:trPr>
        <w:tc>
          <w:tcPr>
            <w:tcW w:w="3823" w:type="dxa"/>
          </w:tcPr>
          <w:p w14:paraId="2FE5ABED" w14:textId="77777777" w:rsidR="005D553F" w:rsidRPr="00A17955" w:rsidRDefault="005D553F" w:rsidP="00F3353D"/>
        </w:tc>
        <w:tc>
          <w:tcPr>
            <w:tcW w:w="3118" w:type="dxa"/>
          </w:tcPr>
          <w:p w14:paraId="190168B5" w14:textId="77777777" w:rsidR="005D553F" w:rsidRPr="00A17955" w:rsidRDefault="005D553F" w:rsidP="00F3353D"/>
        </w:tc>
        <w:tc>
          <w:tcPr>
            <w:tcW w:w="2693" w:type="dxa"/>
          </w:tcPr>
          <w:p w14:paraId="661AB7C6" w14:textId="77777777" w:rsidR="005D553F" w:rsidRPr="00A17955" w:rsidRDefault="005D553F" w:rsidP="00F3353D"/>
        </w:tc>
      </w:tr>
      <w:tr w:rsidR="005D553F" w:rsidRPr="00A17955" w14:paraId="2B4891FB" w14:textId="77777777" w:rsidTr="003F3F42">
        <w:trPr>
          <w:trHeight w:val="22"/>
        </w:trPr>
        <w:tc>
          <w:tcPr>
            <w:tcW w:w="3823" w:type="dxa"/>
          </w:tcPr>
          <w:p w14:paraId="3C23958B" w14:textId="77777777" w:rsidR="005D553F" w:rsidRPr="00A17955" w:rsidRDefault="005D553F" w:rsidP="00F3353D"/>
        </w:tc>
        <w:tc>
          <w:tcPr>
            <w:tcW w:w="3118" w:type="dxa"/>
          </w:tcPr>
          <w:p w14:paraId="3C2CB902" w14:textId="77777777" w:rsidR="005D553F" w:rsidRPr="00A17955" w:rsidRDefault="005D553F" w:rsidP="00F3353D"/>
        </w:tc>
        <w:tc>
          <w:tcPr>
            <w:tcW w:w="2693" w:type="dxa"/>
          </w:tcPr>
          <w:p w14:paraId="1AC24E75" w14:textId="77777777" w:rsidR="005D553F" w:rsidRPr="00A17955" w:rsidRDefault="005D553F" w:rsidP="00F3353D"/>
        </w:tc>
      </w:tr>
    </w:tbl>
    <w:p w14:paraId="1A151BDC" w14:textId="77777777" w:rsidR="005D553F" w:rsidRPr="00A242E5" w:rsidRDefault="005D553F" w:rsidP="00A242E5">
      <w:pPr>
        <w:pStyle w:val="NotesBoxHeading"/>
        <w:rPr>
          <w:rStyle w:val="bold"/>
          <w:b/>
          <w:bCs/>
        </w:rPr>
      </w:pPr>
      <w:r w:rsidRPr="00A242E5">
        <w:rPr>
          <w:rStyle w:val="bold"/>
          <w:b/>
          <w:bCs/>
        </w:rPr>
        <w:t>Notes:</w:t>
      </w:r>
    </w:p>
    <w:p w14:paraId="36DA79F3" w14:textId="77777777" w:rsidR="005D553F" w:rsidRDefault="005D553F" w:rsidP="0081583C">
      <w:pPr>
        <w:pStyle w:val="NotesBoxText"/>
      </w:pPr>
    </w:p>
    <w:p w14:paraId="37A56878" w14:textId="77777777" w:rsidR="003F3F42" w:rsidRDefault="003F3F42" w:rsidP="0081583C">
      <w:pPr>
        <w:pStyle w:val="NotesBoxText"/>
      </w:pPr>
    </w:p>
    <w:p w14:paraId="6F701EAD" w14:textId="77777777" w:rsidR="003F3F42" w:rsidRDefault="003F3F42" w:rsidP="0081583C">
      <w:pPr>
        <w:pStyle w:val="NotesBoxText"/>
      </w:pPr>
    </w:p>
    <w:p w14:paraId="6304F421" w14:textId="77777777" w:rsidR="003F3F42" w:rsidRDefault="003F3F42" w:rsidP="0081583C">
      <w:pPr>
        <w:pStyle w:val="NotesBoxText"/>
      </w:pPr>
    </w:p>
    <w:p w14:paraId="0C8CD2FC" w14:textId="77777777" w:rsidR="003F3F42" w:rsidRDefault="003F3F42" w:rsidP="0081583C">
      <w:pPr>
        <w:pStyle w:val="NotesBoxText"/>
      </w:pPr>
    </w:p>
    <w:p w14:paraId="5B94EC84" w14:textId="77777777" w:rsidR="0081583C" w:rsidRDefault="0081583C" w:rsidP="0081583C">
      <w:pPr>
        <w:pStyle w:val="NotesBoxText"/>
      </w:pPr>
    </w:p>
    <w:p w14:paraId="76852D80" w14:textId="77777777" w:rsidR="005D553F" w:rsidRPr="0081583C" w:rsidRDefault="005D553F" w:rsidP="0081583C">
      <w:pPr>
        <w:pStyle w:val="NotesBoxText"/>
      </w:pPr>
    </w:p>
    <w:p w14:paraId="6E2F799D" w14:textId="77777777" w:rsidR="005D553F" w:rsidRPr="00A77558" w:rsidRDefault="005D553F" w:rsidP="00A77558"/>
    <w:p w14:paraId="6869963A" w14:textId="77777777" w:rsidR="000B0BEC" w:rsidRPr="000B0BEC" w:rsidRDefault="000B0BEC" w:rsidP="000B0BEC"/>
    <w:sectPr w:rsidR="000B0BEC" w:rsidRPr="000B0BEC" w:rsidSect="00F8132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5" w:right="1134" w:bottom="1134" w:left="1134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29867C" w14:textId="77777777" w:rsidR="005B11D0" w:rsidRDefault="005B11D0" w:rsidP="008E21DE">
      <w:pPr>
        <w:spacing w:before="0" w:after="0"/>
      </w:pPr>
      <w:r>
        <w:separator/>
      </w:r>
    </w:p>
    <w:p w14:paraId="7418FDB6" w14:textId="77777777" w:rsidR="005B11D0" w:rsidRDefault="005B11D0"/>
  </w:endnote>
  <w:endnote w:type="continuationSeparator" w:id="0">
    <w:p w14:paraId="51D0BFBD" w14:textId="77777777" w:rsidR="005B11D0" w:rsidRDefault="005B11D0" w:rsidP="008E21DE">
      <w:pPr>
        <w:spacing w:before="0" w:after="0"/>
      </w:pPr>
      <w:r>
        <w:continuationSeparator/>
      </w:r>
    </w:p>
    <w:p w14:paraId="50588F80" w14:textId="77777777" w:rsidR="005B11D0" w:rsidRDefault="005B11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99C71" w14:textId="4C7A2C0A" w:rsidR="00013309" w:rsidRPr="00500DA0" w:rsidRDefault="003A405E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810D9DBF5E4C4407BD58658BCC2D393C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9642F">
          <w:rPr>
            <w:rFonts w:ascii="ArialMT" w:hAnsi="ArialMT" w:cs="ArialMT"/>
            <w:szCs w:val="16"/>
          </w:rPr>
          <w:t>Form A07 Operational flight planning form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D2393" w14:textId="77777777" w:rsidR="00013309" w:rsidRDefault="00013309" w:rsidP="00013309">
    <w:pPr>
      <w:pStyle w:val="Footer"/>
    </w:pPr>
    <w:r>
      <w:t>Civil Aviation Safety Authority</w:t>
    </w:r>
  </w:p>
  <w:p w14:paraId="025A9672" w14:textId="2210BED9" w:rsidR="00013309" w:rsidRDefault="003A405E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9642F">
          <w:rPr>
            <w:rFonts w:ascii="ArialMT" w:hAnsi="ArialMT" w:cs="ArialMT"/>
            <w:szCs w:val="16"/>
          </w:rPr>
          <w:t>Form A07 Operational flight planning form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47481F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47481F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EndPr/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684A574C" w14:textId="77777777" w:rsidR="00013309" w:rsidRPr="00A365CA" w:rsidRDefault="003A405E" w:rsidP="00013309">
    <w:pPr>
      <w:pStyle w:val="SecurityClassification"/>
    </w:pPr>
    <w:sdt>
      <w:sdtPr>
        <w:rPr>
          <w:color w:val="ED0000"/>
        </w:r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9A31DB">
          <w:rPr>
            <w:color w:val="ED0000"/>
          </w:rPr>
          <w:t>Official</w:t>
        </w:r>
      </w:sdtContent>
    </w:sdt>
    <w:r w:rsidR="00463F67" w:rsidRPr="009A31DB">
      <w:rPr>
        <w:noProof/>
        <w:color w:val="ED0000"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40072515" wp14:editId="6D2670D7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6C3DC9E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072515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76C3DC9E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652223" w14:textId="77777777" w:rsidR="005B11D0" w:rsidRPr="0022402E" w:rsidRDefault="005B11D0" w:rsidP="0022402E">
      <w:pPr>
        <w:spacing w:before="240"/>
        <w:rPr>
          <w:lang w:val="en-US"/>
        </w:rPr>
      </w:pPr>
      <w:r w:rsidRPr="009A31DB">
        <w:rPr>
          <w:color w:val="095A75" w:themeColor="accent1" w:themeShade="80"/>
          <w:lang w:val="en-US"/>
        </w:rPr>
        <w:t>____</w:t>
      </w:r>
    </w:p>
  </w:footnote>
  <w:footnote w:type="continuationSeparator" w:id="0">
    <w:p w14:paraId="7FCD7391" w14:textId="77777777" w:rsidR="005B11D0" w:rsidRDefault="005B11D0" w:rsidP="008E21DE">
      <w:pPr>
        <w:spacing w:before="0" w:after="0"/>
      </w:pPr>
      <w:r>
        <w:continuationSeparator/>
      </w:r>
    </w:p>
    <w:p w14:paraId="07D77645" w14:textId="77777777" w:rsidR="005B11D0" w:rsidRDefault="005B11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D7E42" w14:textId="77777777" w:rsidR="00DD684D" w:rsidRDefault="00DD684D" w:rsidP="00DD684D">
    <w:pPr>
      <w:pStyle w:val="Header"/>
    </w:pPr>
    <w:r>
      <w:t>ORGANISATION NAME/DETAILS</w:t>
    </w:r>
  </w:p>
  <w:p w14:paraId="7DD189A8" w14:textId="77777777" w:rsidR="00013309" w:rsidRPr="00DD684D" w:rsidRDefault="003A405E" w:rsidP="009D44E7">
    <w:pPr>
      <w:pStyle w:val="Header"/>
      <w:spacing w:after="120"/>
    </w:pPr>
    <w:r>
      <w:pict w14:anchorId="5AA9D2C1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BA21C" w14:textId="77777777" w:rsidR="00463F67" w:rsidRPr="009A31DB" w:rsidRDefault="003A405E" w:rsidP="00463F67">
    <w:pPr>
      <w:pStyle w:val="SecurityClassification"/>
      <w:spacing w:after="360"/>
      <w:rPr>
        <w:color w:val="ED0000"/>
      </w:rPr>
    </w:pPr>
    <w:sdt>
      <w:sdtPr>
        <w:rPr>
          <w:color w:val="ED0000"/>
        </w:r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9A31DB">
          <w:rPr>
            <w:color w:val="ED0000"/>
          </w:rPr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7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16138"/>
    <w:multiLevelType w:val="multilevel"/>
    <w:tmpl w:val="A3380760"/>
    <w:numStyleLink w:val="List1Legal"/>
  </w:abstractNum>
  <w:abstractNum w:abstractNumId="9" w15:restartNumberingAfterBreak="0">
    <w:nsid w:val="31A8391D"/>
    <w:multiLevelType w:val="multilevel"/>
    <w:tmpl w:val="C284D0B0"/>
    <w:numStyleLink w:val="FigureNumbers"/>
  </w:abstractNum>
  <w:abstractNum w:abstractNumId="10" w15:restartNumberingAfterBreak="0">
    <w:nsid w:val="374F11D6"/>
    <w:multiLevelType w:val="multilevel"/>
    <w:tmpl w:val="131EEC6C"/>
    <w:numStyleLink w:val="TableNumbers"/>
  </w:abstractNum>
  <w:abstractNum w:abstractNumId="11" w15:restartNumberingAfterBreak="0">
    <w:nsid w:val="3D8D0E91"/>
    <w:multiLevelType w:val="multilevel"/>
    <w:tmpl w:val="2F7889CA"/>
    <w:numStyleLink w:val="AppendixNumbers"/>
  </w:abstractNum>
  <w:abstractNum w:abstractNumId="12" w15:restartNumberingAfterBreak="0">
    <w:nsid w:val="460B4F95"/>
    <w:multiLevelType w:val="multilevel"/>
    <w:tmpl w:val="DC7657F0"/>
    <w:numStyleLink w:val="NumberedHeadings"/>
  </w:abstractNum>
  <w:abstractNum w:abstractNumId="13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6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7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8" w15:restartNumberingAfterBreak="0">
    <w:nsid w:val="738A4D83"/>
    <w:multiLevelType w:val="multilevel"/>
    <w:tmpl w:val="B1966D0E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 w15:restartNumberingAfterBreak="0">
    <w:nsid w:val="75592DFD"/>
    <w:multiLevelType w:val="multilevel"/>
    <w:tmpl w:val="B1966D0E"/>
    <w:numStyleLink w:val="DefaultBullets"/>
  </w:abstractNum>
  <w:num w:numId="1" w16cid:durableId="1960456781">
    <w:abstractNumId w:val="19"/>
  </w:num>
  <w:num w:numId="2" w16cid:durableId="430204627">
    <w:abstractNumId w:val="13"/>
  </w:num>
  <w:num w:numId="3" w16cid:durableId="1793472070">
    <w:abstractNumId w:val="18"/>
  </w:num>
  <w:num w:numId="4" w16cid:durableId="1753431680">
    <w:abstractNumId w:val="6"/>
  </w:num>
  <w:num w:numId="5" w16cid:durableId="1758750030">
    <w:abstractNumId w:val="4"/>
  </w:num>
  <w:num w:numId="6" w16cid:durableId="2087679980">
    <w:abstractNumId w:val="15"/>
  </w:num>
  <w:num w:numId="7" w16cid:durableId="1881673441">
    <w:abstractNumId w:val="17"/>
  </w:num>
  <w:num w:numId="8" w16cid:durableId="1234318621">
    <w:abstractNumId w:val="14"/>
  </w:num>
  <w:num w:numId="9" w16cid:durableId="1046101840">
    <w:abstractNumId w:val="5"/>
  </w:num>
  <w:num w:numId="10" w16cid:durableId="1201088331">
    <w:abstractNumId w:val="16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6"/>
  </w:num>
  <w:num w:numId="14" w16cid:durableId="343291214">
    <w:abstractNumId w:val="9"/>
  </w:num>
  <w:num w:numId="15" w16cid:durableId="1117331301">
    <w:abstractNumId w:val="8"/>
  </w:num>
  <w:num w:numId="16" w16cid:durableId="1742823293">
    <w:abstractNumId w:val="17"/>
  </w:num>
  <w:num w:numId="17" w16cid:durableId="2105681739">
    <w:abstractNumId w:val="7"/>
  </w:num>
  <w:num w:numId="18" w16cid:durableId="1767118343">
    <w:abstractNumId w:val="10"/>
  </w:num>
  <w:num w:numId="19" w16cid:durableId="395666950">
    <w:abstractNumId w:val="16"/>
  </w:num>
  <w:num w:numId="20" w16cid:durableId="744834881">
    <w:abstractNumId w:val="12"/>
  </w:num>
  <w:num w:numId="21" w16cid:durableId="1622565295">
    <w:abstractNumId w:val="11"/>
  </w:num>
  <w:num w:numId="22" w16cid:durableId="867183518">
    <w:abstractNumId w:val="2"/>
  </w:num>
  <w:num w:numId="23" w16cid:durableId="328362702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81F"/>
    <w:rsid w:val="00013309"/>
    <w:rsid w:val="000249B9"/>
    <w:rsid w:val="000334E0"/>
    <w:rsid w:val="00037782"/>
    <w:rsid w:val="00061E14"/>
    <w:rsid w:val="00080615"/>
    <w:rsid w:val="0008307E"/>
    <w:rsid w:val="000B0011"/>
    <w:rsid w:val="000B0BEC"/>
    <w:rsid w:val="000C252F"/>
    <w:rsid w:val="000C5798"/>
    <w:rsid w:val="000D1115"/>
    <w:rsid w:val="000D3374"/>
    <w:rsid w:val="000D6562"/>
    <w:rsid w:val="000D7C76"/>
    <w:rsid w:val="000E5245"/>
    <w:rsid w:val="00111FE2"/>
    <w:rsid w:val="001169A7"/>
    <w:rsid w:val="0012631E"/>
    <w:rsid w:val="00143430"/>
    <w:rsid w:val="00163281"/>
    <w:rsid w:val="00167A69"/>
    <w:rsid w:val="00176B72"/>
    <w:rsid w:val="00195255"/>
    <w:rsid w:val="00222CED"/>
    <w:rsid w:val="0022402E"/>
    <w:rsid w:val="0024420C"/>
    <w:rsid w:val="002573ED"/>
    <w:rsid w:val="002804D3"/>
    <w:rsid w:val="0028675C"/>
    <w:rsid w:val="002A42D7"/>
    <w:rsid w:val="002E3DD5"/>
    <w:rsid w:val="002F3747"/>
    <w:rsid w:val="002F455A"/>
    <w:rsid w:val="00341E32"/>
    <w:rsid w:val="003449A0"/>
    <w:rsid w:val="00356D05"/>
    <w:rsid w:val="00363338"/>
    <w:rsid w:val="00387F20"/>
    <w:rsid w:val="00391C57"/>
    <w:rsid w:val="00393599"/>
    <w:rsid w:val="003976B5"/>
    <w:rsid w:val="003A405E"/>
    <w:rsid w:val="003D0AF7"/>
    <w:rsid w:val="003F3F42"/>
    <w:rsid w:val="003F78DD"/>
    <w:rsid w:val="00400B4B"/>
    <w:rsid w:val="00405A64"/>
    <w:rsid w:val="004154E2"/>
    <w:rsid w:val="00415957"/>
    <w:rsid w:val="00420BDC"/>
    <w:rsid w:val="0043353F"/>
    <w:rsid w:val="0046274F"/>
    <w:rsid w:val="00463F67"/>
    <w:rsid w:val="0047481F"/>
    <w:rsid w:val="00481C28"/>
    <w:rsid w:val="00496095"/>
    <w:rsid w:val="0049642F"/>
    <w:rsid w:val="004A6B98"/>
    <w:rsid w:val="004B18C3"/>
    <w:rsid w:val="004B4B57"/>
    <w:rsid w:val="00500DA0"/>
    <w:rsid w:val="00534D53"/>
    <w:rsid w:val="00535289"/>
    <w:rsid w:val="005408E0"/>
    <w:rsid w:val="00546F0F"/>
    <w:rsid w:val="005611E7"/>
    <w:rsid w:val="005671F8"/>
    <w:rsid w:val="00572028"/>
    <w:rsid w:val="005872EE"/>
    <w:rsid w:val="00593CFA"/>
    <w:rsid w:val="005A368C"/>
    <w:rsid w:val="005A7D1B"/>
    <w:rsid w:val="005B11D0"/>
    <w:rsid w:val="005C599A"/>
    <w:rsid w:val="005C5C92"/>
    <w:rsid w:val="005D553F"/>
    <w:rsid w:val="00621AA4"/>
    <w:rsid w:val="00643763"/>
    <w:rsid w:val="00652B9C"/>
    <w:rsid w:val="0065343E"/>
    <w:rsid w:val="00665A77"/>
    <w:rsid w:val="0067193F"/>
    <w:rsid w:val="00680F04"/>
    <w:rsid w:val="0069176C"/>
    <w:rsid w:val="0069504E"/>
    <w:rsid w:val="006B067A"/>
    <w:rsid w:val="006D2AAE"/>
    <w:rsid w:val="006D4A3D"/>
    <w:rsid w:val="006E386E"/>
    <w:rsid w:val="00761DF2"/>
    <w:rsid w:val="0076765C"/>
    <w:rsid w:val="00773C20"/>
    <w:rsid w:val="00782769"/>
    <w:rsid w:val="00792F0D"/>
    <w:rsid w:val="00795A1A"/>
    <w:rsid w:val="007A1A84"/>
    <w:rsid w:val="007A1DC3"/>
    <w:rsid w:val="007A32A6"/>
    <w:rsid w:val="007B0B08"/>
    <w:rsid w:val="007B7908"/>
    <w:rsid w:val="0081583C"/>
    <w:rsid w:val="0082494A"/>
    <w:rsid w:val="00841B5A"/>
    <w:rsid w:val="00876B16"/>
    <w:rsid w:val="00883AB1"/>
    <w:rsid w:val="00884576"/>
    <w:rsid w:val="008B223F"/>
    <w:rsid w:val="008B5F0D"/>
    <w:rsid w:val="008B62F1"/>
    <w:rsid w:val="008D3459"/>
    <w:rsid w:val="008E0D07"/>
    <w:rsid w:val="008E21DE"/>
    <w:rsid w:val="008F2E67"/>
    <w:rsid w:val="008F6729"/>
    <w:rsid w:val="0093424E"/>
    <w:rsid w:val="00961649"/>
    <w:rsid w:val="00971C95"/>
    <w:rsid w:val="00977C26"/>
    <w:rsid w:val="00984B18"/>
    <w:rsid w:val="009A1E31"/>
    <w:rsid w:val="009A26DC"/>
    <w:rsid w:val="009A31DB"/>
    <w:rsid w:val="009D44E7"/>
    <w:rsid w:val="009D579E"/>
    <w:rsid w:val="009F0A52"/>
    <w:rsid w:val="009F200E"/>
    <w:rsid w:val="00A07476"/>
    <w:rsid w:val="00A07E4A"/>
    <w:rsid w:val="00A17147"/>
    <w:rsid w:val="00A2204F"/>
    <w:rsid w:val="00A220A6"/>
    <w:rsid w:val="00A242E5"/>
    <w:rsid w:val="00A365CA"/>
    <w:rsid w:val="00A401EB"/>
    <w:rsid w:val="00A51A9F"/>
    <w:rsid w:val="00A54503"/>
    <w:rsid w:val="00A56018"/>
    <w:rsid w:val="00A56A12"/>
    <w:rsid w:val="00A57805"/>
    <w:rsid w:val="00A670E9"/>
    <w:rsid w:val="00A77558"/>
    <w:rsid w:val="00A8475F"/>
    <w:rsid w:val="00A85DE5"/>
    <w:rsid w:val="00AB12D5"/>
    <w:rsid w:val="00AD735D"/>
    <w:rsid w:val="00AF0899"/>
    <w:rsid w:val="00B014EE"/>
    <w:rsid w:val="00B10265"/>
    <w:rsid w:val="00B14632"/>
    <w:rsid w:val="00B36A39"/>
    <w:rsid w:val="00B603C0"/>
    <w:rsid w:val="00B636CC"/>
    <w:rsid w:val="00BB001A"/>
    <w:rsid w:val="00BB091F"/>
    <w:rsid w:val="00BC135A"/>
    <w:rsid w:val="00BD532A"/>
    <w:rsid w:val="00BD5834"/>
    <w:rsid w:val="00BD623A"/>
    <w:rsid w:val="00BE2EAA"/>
    <w:rsid w:val="00BF08D9"/>
    <w:rsid w:val="00C0421C"/>
    <w:rsid w:val="00C06EF2"/>
    <w:rsid w:val="00C375C0"/>
    <w:rsid w:val="00C375C7"/>
    <w:rsid w:val="00C75CAF"/>
    <w:rsid w:val="00C837F2"/>
    <w:rsid w:val="00CA2B08"/>
    <w:rsid w:val="00CA6BAF"/>
    <w:rsid w:val="00CF0836"/>
    <w:rsid w:val="00CF700D"/>
    <w:rsid w:val="00D1117D"/>
    <w:rsid w:val="00D26448"/>
    <w:rsid w:val="00D32F10"/>
    <w:rsid w:val="00D55BB9"/>
    <w:rsid w:val="00D7334E"/>
    <w:rsid w:val="00D81030"/>
    <w:rsid w:val="00D94649"/>
    <w:rsid w:val="00DB1609"/>
    <w:rsid w:val="00DB22E4"/>
    <w:rsid w:val="00DC12BF"/>
    <w:rsid w:val="00DD684D"/>
    <w:rsid w:val="00DE4798"/>
    <w:rsid w:val="00DE4FCC"/>
    <w:rsid w:val="00DF74BA"/>
    <w:rsid w:val="00E02B85"/>
    <w:rsid w:val="00E06B80"/>
    <w:rsid w:val="00E20E30"/>
    <w:rsid w:val="00E2309B"/>
    <w:rsid w:val="00E5425D"/>
    <w:rsid w:val="00E67411"/>
    <w:rsid w:val="00E70E31"/>
    <w:rsid w:val="00E81582"/>
    <w:rsid w:val="00E819EA"/>
    <w:rsid w:val="00E9794A"/>
    <w:rsid w:val="00ED0689"/>
    <w:rsid w:val="00EF3B8A"/>
    <w:rsid w:val="00EF4556"/>
    <w:rsid w:val="00F34BEE"/>
    <w:rsid w:val="00F81326"/>
    <w:rsid w:val="00F86B38"/>
    <w:rsid w:val="00F9318C"/>
    <w:rsid w:val="00F95342"/>
    <w:rsid w:val="00F95D51"/>
    <w:rsid w:val="00FE4D12"/>
    <w:rsid w:val="00FE4ECC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AC3CB9"/>
  <w15:chartTrackingRefBased/>
  <w15:docId w15:val="{618B5FD6-CF6A-4138-B9F4-F75C05D0F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E2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1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1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1"/>
      </w:numPr>
    </w:pPr>
  </w:style>
  <w:style w:type="paragraph" w:styleId="Caption">
    <w:name w:val="caption"/>
    <w:basedOn w:val="Normal"/>
    <w:next w:val="Normal"/>
    <w:uiPriority w:val="19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111FE2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  <w:insideH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uiPriority w:val="33"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  <w:ind w:left="564" w:hanging="284"/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paragraph" w:customStyle="1" w:styleId="unHeading3">
    <w:name w:val="unHeading3"/>
    <w:basedOn w:val="Heading3"/>
    <w:uiPriority w:val="8"/>
    <w:qFormat/>
    <w:rsid w:val="0047481F"/>
    <w:rPr>
      <w:kern w:val="32"/>
    </w:rPr>
  </w:style>
  <w:style w:type="paragraph" w:customStyle="1" w:styleId="Tabletext">
    <w:name w:val="Table text"/>
    <w:basedOn w:val="Normal"/>
    <w:qFormat/>
    <w:rsid w:val="005D553F"/>
    <w:pPr>
      <w:spacing w:before="0" w:after="0"/>
    </w:pPr>
    <w:rPr>
      <w:rFonts w:ascii="Arial" w:eastAsia="Times New Roman" w:hAnsi="Arial" w:cs="Arial"/>
      <w:color w:val="000000"/>
    </w:rPr>
  </w:style>
  <w:style w:type="character" w:customStyle="1" w:styleId="bold">
    <w:name w:val="bold"/>
    <w:basedOn w:val="DefaultParagraphFont"/>
    <w:uiPriority w:val="1"/>
    <w:qFormat/>
    <w:rsid w:val="005D553F"/>
    <w:rPr>
      <w:b/>
      <w:bCs/>
    </w:rPr>
  </w:style>
  <w:style w:type="table" w:customStyle="1" w:styleId="SD-MOStable">
    <w:name w:val="SD - MOS table"/>
    <w:basedOn w:val="TableNormal"/>
    <w:uiPriority w:val="99"/>
    <w:rsid w:val="005D553F"/>
    <w:pPr>
      <w:spacing w:before="0" w:after="0"/>
    </w:pPr>
    <w:rPr>
      <w:rFonts w:ascii="Arial" w:hAnsi="Arial"/>
    </w:rPr>
    <w:tblPr>
      <w:tblStyleRowBandSize w:val="1"/>
      <w:tblStyleColBandSize w:val="1"/>
      <w:tblBorders>
        <w:top w:val="single" w:sz="4" w:space="0" w:color="0080A2"/>
        <w:left w:val="single" w:sz="4" w:space="0" w:color="0080A2"/>
        <w:bottom w:val="single" w:sz="4" w:space="0" w:color="0080A2"/>
        <w:right w:val="single" w:sz="4" w:space="0" w:color="0080A2"/>
        <w:insideH w:val="single" w:sz="4" w:space="0" w:color="0080A2"/>
        <w:insideV w:val="single" w:sz="4" w:space="0" w:color="0080A2"/>
      </w:tblBorders>
      <w:tblCellMar>
        <w:top w:w="113" w:type="dxa"/>
        <w:left w:w="57" w:type="dxa"/>
        <w:bottom w:w="113" w:type="dxa"/>
        <w:right w:w="57" w:type="dxa"/>
      </w:tblCellMar>
    </w:tblPr>
    <w:tcPr>
      <w:shd w:val="clear" w:color="auto" w:fill="auto"/>
    </w:tcPr>
    <w:tblStylePr w:type="firstRow">
      <w:pPr>
        <w:jc w:val="left"/>
      </w:pPr>
      <w:rPr>
        <w:rFonts w:ascii="Arial" w:hAnsi="Arial"/>
        <w:b/>
        <w:caps w:val="0"/>
        <w:smallCaps w:val="0"/>
        <w:color w:val="FFFFFF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80A2"/>
      </w:tcPr>
    </w:tblStylePr>
    <w:tblStylePr w:type="lastRow">
      <w:tblPr/>
      <w:tcPr>
        <w:shd w:val="clear" w:color="auto" w:fill="EBF6FC"/>
      </w:tcPr>
    </w:tblStylePr>
    <w:tblStylePr w:type="firstCol">
      <w:rPr>
        <w:b/>
      </w:rPr>
    </w:tblStylePr>
    <w:tblStylePr w:type="band1Vert">
      <w:tblPr/>
      <w:tcPr>
        <w:shd w:val="clear" w:color="auto" w:fill="F0F0F0"/>
      </w:tcPr>
    </w:tblStylePr>
    <w:tblStylePr w:type="band1Horz">
      <w:tblPr/>
      <w:tcPr>
        <w:shd w:val="clear" w:color="auto" w:fill="F0F0F0"/>
      </w:tcPr>
    </w:tblStylePr>
  </w:style>
  <w:style w:type="paragraph" w:customStyle="1" w:styleId="Sampletext">
    <w:name w:val="Sample text"/>
    <w:basedOn w:val="Normal"/>
    <w:qFormat/>
    <w:rsid w:val="005D553F"/>
    <w:pPr>
      <w:keepNext/>
      <w:spacing w:before="240"/>
    </w:pPr>
    <w:rPr>
      <w:b/>
      <w:color w:val="023E5C" w:themeColor="text2"/>
    </w:rPr>
  </w:style>
  <w:style w:type="table" w:styleId="TableGridLight">
    <w:name w:val="Grid Table Light"/>
    <w:basedOn w:val="TableNormal"/>
    <w:uiPriority w:val="40"/>
    <w:rsid w:val="0081583C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Forms%20(blan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10D9DBF5E4C4407BD58658BCC2D39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EC1AC5-6301-494F-B306-D11931B17F53}"/>
      </w:docPartPr>
      <w:docPartBody>
        <w:p w:rsidR="001267FA" w:rsidRDefault="002128BD">
          <w:pPr>
            <w:pStyle w:val="810D9DBF5E4C4407BD58658BCC2D393C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8EE"/>
    <w:rsid w:val="000009DD"/>
    <w:rsid w:val="000E5245"/>
    <w:rsid w:val="001267FA"/>
    <w:rsid w:val="002128BD"/>
    <w:rsid w:val="00400B4B"/>
    <w:rsid w:val="005A7D1B"/>
    <w:rsid w:val="00774021"/>
    <w:rsid w:val="00A14FFC"/>
    <w:rsid w:val="00A57805"/>
    <w:rsid w:val="00BC135A"/>
    <w:rsid w:val="00CA2EFF"/>
    <w:rsid w:val="00D26448"/>
    <w:rsid w:val="00D32F10"/>
    <w:rsid w:val="00DE28EE"/>
    <w:rsid w:val="00E20E30"/>
    <w:rsid w:val="00E81582"/>
    <w:rsid w:val="00EF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810D9DBF5E4C4407BD58658BCC2D393C">
    <w:name w:val="810D9DBF5E4C4407BD58658BCC2D39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2924B8A-71DF-4FF1-ABDC-DE702425331C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purl.org/dc/dcmitype/"/>
    <ds:schemaRef ds:uri="147bc000-5d24-4a58-bdb3-1d507d54dc98"/>
    <ds:schemaRef ds:uri="09d1133f-994b-4ec9-8bcd-76b1f6ed9a8c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Forms (blank)</Template>
  <TotalTime>10</TotalTime>
  <Pages>2</Pages>
  <Words>65</Words>
  <Characters>406</Characters>
  <Application>Microsoft Office Word</Application>
  <DocSecurity>0</DocSecurity>
  <Lines>204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A07 Operational flight planning form</vt:lpstr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A07 Operational flight planning form</dc:title>
  <dc:subject/>
  <dc:creator>Bartholomew, Tina</dc:creator>
  <cp:keywords/>
  <dc:description/>
  <cp:lastModifiedBy>Bartholomew, Tina</cp:lastModifiedBy>
  <cp:revision>18</cp:revision>
  <dcterms:created xsi:type="dcterms:W3CDTF">2025-11-18T03:44:00Z</dcterms:created>
  <dcterms:modified xsi:type="dcterms:W3CDTF">2025-11-26T02:12:00Z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NOS-2025-0041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